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57A93" w14:textId="63E4EB3C" w:rsidR="006E5D65" w:rsidRPr="008619C4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619C4">
        <w:rPr>
          <w:rFonts w:ascii="Times New Roman" w:hAnsi="Times New Roman"/>
          <w:b/>
          <w:bCs/>
        </w:rPr>
        <w:t xml:space="preserve">   </w:t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D8678B" w:rsidRPr="008619C4">
        <w:rPr>
          <w:rFonts w:ascii="Corbel" w:hAnsi="Corbel"/>
          <w:bCs/>
          <w:i/>
        </w:rPr>
        <w:t xml:space="preserve">Załącznik nr </w:t>
      </w:r>
      <w:r w:rsidR="006F31E2" w:rsidRPr="008619C4">
        <w:rPr>
          <w:rFonts w:ascii="Corbel" w:hAnsi="Corbel"/>
          <w:bCs/>
          <w:i/>
        </w:rPr>
        <w:t>1.5</w:t>
      </w:r>
      <w:r w:rsidR="00D8678B" w:rsidRPr="008619C4">
        <w:rPr>
          <w:rFonts w:ascii="Corbel" w:hAnsi="Corbel"/>
          <w:bCs/>
          <w:i/>
        </w:rPr>
        <w:t xml:space="preserve"> do Zarządzenia</w:t>
      </w:r>
      <w:r w:rsidR="002A22BF" w:rsidRPr="008619C4">
        <w:rPr>
          <w:rFonts w:ascii="Corbel" w:hAnsi="Corbel"/>
          <w:bCs/>
          <w:i/>
        </w:rPr>
        <w:t xml:space="preserve"> Rektora UR </w:t>
      </w:r>
      <w:r w:rsidR="00CD6897" w:rsidRPr="008619C4">
        <w:rPr>
          <w:rFonts w:ascii="Corbel" w:hAnsi="Corbel"/>
          <w:bCs/>
          <w:i/>
        </w:rPr>
        <w:t xml:space="preserve"> nr </w:t>
      </w:r>
      <w:r w:rsidR="0002004E">
        <w:rPr>
          <w:rFonts w:ascii="Corbel" w:hAnsi="Corbel"/>
          <w:bCs/>
          <w:i/>
        </w:rPr>
        <w:t>7</w:t>
      </w:r>
      <w:r w:rsidR="00F17567" w:rsidRPr="008619C4">
        <w:rPr>
          <w:rFonts w:ascii="Corbel" w:hAnsi="Corbel"/>
          <w:bCs/>
          <w:i/>
        </w:rPr>
        <w:t>/20</w:t>
      </w:r>
      <w:r w:rsidR="0002004E">
        <w:rPr>
          <w:rFonts w:ascii="Corbel" w:hAnsi="Corbel"/>
          <w:bCs/>
          <w:i/>
        </w:rPr>
        <w:t>23</w:t>
      </w:r>
    </w:p>
    <w:p w14:paraId="5E1C4C31" w14:textId="77777777" w:rsidR="0085747A" w:rsidRPr="008619C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19C4">
        <w:rPr>
          <w:rFonts w:ascii="Corbel" w:hAnsi="Corbel"/>
          <w:b/>
          <w:smallCaps/>
          <w:sz w:val="24"/>
          <w:szCs w:val="24"/>
        </w:rPr>
        <w:t>SYLABUS</w:t>
      </w:r>
    </w:p>
    <w:p w14:paraId="7EA3D820" w14:textId="2F678FF0" w:rsidR="0085747A" w:rsidRPr="008619C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619C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619C4">
        <w:rPr>
          <w:rFonts w:ascii="Corbel" w:hAnsi="Corbel"/>
          <w:b/>
          <w:smallCaps/>
          <w:sz w:val="24"/>
          <w:szCs w:val="24"/>
        </w:rPr>
        <w:t xml:space="preserve"> </w:t>
      </w:r>
      <w:r w:rsidR="00502DA0">
        <w:rPr>
          <w:rFonts w:ascii="Corbel" w:hAnsi="Corbel"/>
          <w:i/>
          <w:smallCaps/>
          <w:sz w:val="24"/>
          <w:szCs w:val="24"/>
        </w:rPr>
        <w:t>202</w:t>
      </w:r>
      <w:r w:rsidR="001B4C0C">
        <w:rPr>
          <w:rFonts w:ascii="Corbel" w:hAnsi="Corbel"/>
          <w:i/>
          <w:smallCaps/>
          <w:sz w:val="24"/>
          <w:szCs w:val="24"/>
        </w:rPr>
        <w:t>3</w:t>
      </w:r>
      <w:r w:rsidR="00A908CC">
        <w:rPr>
          <w:rFonts w:ascii="Corbel" w:hAnsi="Corbel"/>
          <w:i/>
          <w:smallCaps/>
          <w:sz w:val="24"/>
          <w:szCs w:val="24"/>
        </w:rPr>
        <w:t>-</w:t>
      </w:r>
      <w:r w:rsidR="00431080" w:rsidRPr="008619C4">
        <w:rPr>
          <w:rFonts w:ascii="Corbel" w:hAnsi="Corbel"/>
          <w:i/>
          <w:smallCaps/>
          <w:sz w:val="24"/>
          <w:szCs w:val="24"/>
        </w:rPr>
        <w:t>202</w:t>
      </w:r>
      <w:r w:rsidR="001B4C0C">
        <w:rPr>
          <w:rFonts w:ascii="Corbel" w:hAnsi="Corbel"/>
          <w:i/>
          <w:smallCaps/>
          <w:sz w:val="24"/>
          <w:szCs w:val="24"/>
        </w:rPr>
        <w:t>5</w:t>
      </w:r>
    </w:p>
    <w:p w14:paraId="6EA74C24" w14:textId="77777777" w:rsidR="0085747A" w:rsidRPr="008619C4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619C4">
        <w:rPr>
          <w:rFonts w:ascii="Corbel" w:hAnsi="Corbel"/>
          <w:i/>
          <w:sz w:val="20"/>
          <w:szCs w:val="20"/>
        </w:rPr>
        <w:t>(skrajne daty</w:t>
      </w:r>
      <w:r w:rsidR="0085747A" w:rsidRPr="008619C4">
        <w:rPr>
          <w:rFonts w:ascii="Corbel" w:hAnsi="Corbel"/>
          <w:sz w:val="20"/>
          <w:szCs w:val="20"/>
        </w:rPr>
        <w:t>)</w:t>
      </w:r>
    </w:p>
    <w:p w14:paraId="2320FF7C" w14:textId="6683E9AB" w:rsidR="00445970" w:rsidRPr="008619C4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  <w:t xml:space="preserve">Rok akademicki   </w:t>
      </w:r>
      <w:r w:rsidR="00C60024">
        <w:rPr>
          <w:rFonts w:ascii="Corbel" w:hAnsi="Corbel"/>
          <w:sz w:val="20"/>
          <w:szCs w:val="20"/>
        </w:rPr>
        <w:t>202</w:t>
      </w:r>
      <w:r w:rsidR="001B4C0C">
        <w:rPr>
          <w:rFonts w:ascii="Corbel" w:hAnsi="Corbel"/>
          <w:sz w:val="20"/>
          <w:szCs w:val="20"/>
        </w:rPr>
        <w:t>4</w:t>
      </w:r>
      <w:r w:rsidR="00502DA0">
        <w:rPr>
          <w:rFonts w:ascii="Corbel" w:hAnsi="Corbel"/>
          <w:sz w:val="20"/>
          <w:szCs w:val="20"/>
        </w:rPr>
        <w:t>/202</w:t>
      </w:r>
      <w:r w:rsidR="001B4C0C">
        <w:rPr>
          <w:rFonts w:ascii="Corbel" w:hAnsi="Corbel"/>
          <w:sz w:val="20"/>
          <w:szCs w:val="20"/>
        </w:rPr>
        <w:t>5</w:t>
      </w:r>
    </w:p>
    <w:p w14:paraId="43F5FC02" w14:textId="77777777" w:rsidR="0085747A" w:rsidRPr="008619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D1A8E6" w14:textId="77777777" w:rsidR="0085747A" w:rsidRPr="008619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 xml:space="preserve">1. </w:t>
      </w:r>
      <w:r w:rsidR="0085747A" w:rsidRPr="008619C4">
        <w:rPr>
          <w:rFonts w:ascii="Corbel" w:hAnsi="Corbel"/>
          <w:szCs w:val="24"/>
        </w:rPr>
        <w:t xml:space="preserve">Podstawowe </w:t>
      </w:r>
      <w:r w:rsidR="00445970" w:rsidRPr="008619C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12A4B" w:rsidRPr="00B41021" w14:paraId="03D59648" w14:textId="77777777" w:rsidTr="007114E5">
        <w:tc>
          <w:tcPr>
            <w:tcW w:w="2694" w:type="dxa"/>
            <w:vAlign w:val="center"/>
          </w:tcPr>
          <w:p w14:paraId="5C496707" w14:textId="77777777" w:rsidR="00B12A4B" w:rsidRPr="00B41021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0271D4" w14:textId="77777777" w:rsidR="00B12A4B" w:rsidRPr="006072C8" w:rsidRDefault="00B12A4B" w:rsidP="007114E5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Metodyka pracy z rodziną dysfunkcyjną</w:t>
            </w:r>
          </w:p>
        </w:tc>
      </w:tr>
      <w:tr w:rsidR="00B12A4B" w:rsidRPr="00B41021" w14:paraId="0B43747C" w14:textId="77777777" w:rsidTr="007114E5">
        <w:tc>
          <w:tcPr>
            <w:tcW w:w="2694" w:type="dxa"/>
            <w:vAlign w:val="center"/>
          </w:tcPr>
          <w:p w14:paraId="33F2E77A" w14:textId="77777777" w:rsidR="00B12A4B" w:rsidRPr="00B41021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A70A51" w14:textId="77777777" w:rsidR="00B12A4B" w:rsidRPr="006072C8" w:rsidRDefault="00B12A4B" w:rsidP="007114E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B12A4B" w:rsidRPr="00B41021" w14:paraId="7CC19425" w14:textId="77777777" w:rsidTr="007114E5">
        <w:tc>
          <w:tcPr>
            <w:tcW w:w="2694" w:type="dxa"/>
            <w:vAlign w:val="center"/>
          </w:tcPr>
          <w:p w14:paraId="35D86F39" w14:textId="77777777" w:rsidR="00B12A4B" w:rsidRPr="00B41021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2F9DB2" w14:textId="77777777" w:rsidR="00B12A4B" w:rsidRPr="006072C8" w:rsidRDefault="00B12A4B" w:rsidP="007114E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B12A4B" w:rsidRPr="00B41021" w14:paraId="1DE03DB2" w14:textId="77777777" w:rsidTr="007114E5">
        <w:tc>
          <w:tcPr>
            <w:tcW w:w="2694" w:type="dxa"/>
            <w:vAlign w:val="center"/>
          </w:tcPr>
          <w:p w14:paraId="295D5185" w14:textId="77777777" w:rsidR="00B12A4B" w:rsidRPr="00B41021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0D1B60" w14:textId="77777777" w:rsidR="00B12A4B" w:rsidRPr="006072C8" w:rsidRDefault="00B12A4B" w:rsidP="007114E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B12A4B" w:rsidRPr="00B41021" w14:paraId="24EB3934" w14:textId="77777777" w:rsidTr="007114E5">
        <w:tc>
          <w:tcPr>
            <w:tcW w:w="2694" w:type="dxa"/>
            <w:vAlign w:val="center"/>
          </w:tcPr>
          <w:p w14:paraId="3EAB870B" w14:textId="77777777" w:rsidR="00B12A4B" w:rsidRPr="00B41021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687F5F" w14:textId="77777777" w:rsidR="00B12A4B" w:rsidRPr="009C54AE" w:rsidRDefault="00B12A4B" w:rsidP="007114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B12A4B" w:rsidRPr="00B41021" w14:paraId="4A290A07" w14:textId="77777777" w:rsidTr="007114E5">
        <w:tc>
          <w:tcPr>
            <w:tcW w:w="2694" w:type="dxa"/>
            <w:vAlign w:val="center"/>
          </w:tcPr>
          <w:p w14:paraId="6EFE43A0" w14:textId="77777777" w:rsidR="00B12A4B" w:rsidRPr="00B41021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B7532C2" w14:textId="77777777" w:rsidR="00B12A4B" w:rsidRPr="009C54AE" w:rsidRDefault="00B12A4B" w:rsidP="007114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B12A4B" w:rsidRPr="00B41021" w14:paraId="764991ED" w14:textId="77777777" w:rsidTr="007114E5">
        <w:tc>
          <w:tcPr>
            <w:tcW w:w="2694" w:type="dxa"/>
            <w:vAlign w:val="center"/>
          </w:tcPr>
          <w:p w14:paraId="2372884F" w14:textId="77777777" w:rsidR="00B12A4B" w:rsidRPr="00B41021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E40966" w14:textId="77777777" w:rsidR="00B12A4B" w:rsidRPr="006072C8" w:rsidRDefault="00B12A4B" w:rsidP="007114E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B12A4B" w:rsidRPr="00B41021" w14:paraId="16C4CCC6" w14:textId="77777777" w:rsidTr="007114E5">
        <w:tc>
          <w:tcPr>
            <w:tcW w:w="2694" w:type="dxa"/>
            <w:vAlign w:val="center"/>
          </w:tcPr>
          <w:p w14:paraId="7F70254F" w14:textId="77777777" w:rsidR="00B12A4B" w:rsidRPr="00B41021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543D6A" w14:textId="77777777" w:rsidR="00B12A4B" w:rsidRPr="006072C8" w:rsidRDefault="00B12A4B" w:rsidP="007114E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B12A4B" w:rsidRPr="00B41021" w14:paraId="15C77BD5" w14:textId="77777777" w:rsidTr="007114E5">
        <w:tc>
          <w:tcPr>
            <w:tcW w:w="2694" w:type="dxa"/>
            <w:vAlign w:val="center"/>
          </w:tcPr>
          <w:p w14:paraId="16F0836D" w14:textId="77777777" w:rsidR="00B12A4B" w:rsidRPr="00B41021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EEA89E" w14:textId="77777777" w:rsidR="00B12A4B" w:rsidRPr="00B12A4B" w:rsidRDefault="00B12A4B" w:rsidP="007114E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12A4B">
              <w:rPr>
                <w:rFonts w:ascii="Corbel" w:hAnsi="Corbel"/>
                <w:b w:val="0"/>
                <w:sz w:val="24"/>
                <w:szCs w:val="24"/>
              </w:rPr>
              <w:t>II, semestr 3.</w:t>
            </w:r>
          </w:p>
        </w:tc>
      </w:tr>
      <w:tr w:rsidR="00B12A4B" w:rsidRPr="00B41021" w14:paraId="400C8B46" w14:textId="77777777" w:rsidTr="007114E5">
        <w:tc>
          <w:tcPr>
            <w:tcW w:w="2694" w:type="dxa"/>
            <w:vAlign w:val="center"/>
          </w:tcPr>
          <w:p w14:paraId="20E66A54" w14:textId="77777777" w:rsidR="00B12A4B" w:rsidRPr="00B41021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89EB16" w14:textId="77777777" w:rsidR="00B12A4B" w:rsidRPr="006072C8" w:rsidRDefault="00B12A4B" w:rsidP="007114E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B12A4B" w:rsidRPr="00B41021" w14:paraId="71642D32" w14:textId="77777777" w:rsidTr="007114E5">
        <w:tc>
          <w:tcPr>
            <w:tcW w:w="2694" w:type="dxa"/>
            <w:vAlign w:val="center"/>
          </w:tcPr>
          <w:p w14:paraId="3C47E5EE" w14:textId="77777777" w:rsidR="00B12A4B" w:rsidRPr="00C0207A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4CABB6" w14:textId="77777777" w:rsidR="00B12A4B" w:rsidRPr="006072C8" w:rsidRDefault="00B12A4B" w:rsidP="007114E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12A4B" w:rsidRPr="00B41021" w14:paraId="309D7E34" w14:textId="77777777" w:rsidTr="007114E5">
        <w:tc>
          <w:tcPr>
            <w:tcW w:w="2694" w:type="dxa"/>
            <w:vAlign w:val="center"/>
          </w:tcPr>
          <w:p w14:paraId="2B26CD54" w14:textId="77777777" w:rsidR="00B12A4B" w:rsidRPr="00B41021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9FD43A" w14:textId="77777777" w:rsidR="00B12A4B" w:rsidRPr="006072C8" w:rsidRDefault="00B12A4B" w:rsidP="007114E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19C4">
              <w:rPr>
                <w:rFonts w:ascii="Corbel" w:hAnsi="Corbel"/>
                <w:b w:val="0"/>
                <w:color w:val="auto"/>
                <w:sz w:val="24"/>
                <w:szCs w:val="24"/>
              </w:rPr>
              <w:t>dr Beata Gumienny</w:t>
            </w:r>
          </w:p>
        </w:tc>
      </w:tr>
      <w:tr w:rsidR="00B12A4B" w:rsidRPr="00B41021" w14:paraId="377830EF" w14:textId="77777777" w:rsidTr="007114E5">
        <w:tc>
          <w:tcPr>
            <w:tcW w:w="2694" w:type="dxa"/>
            <w:vAlign w:val="center"/>
          </w:tcPr>
          <w:p w14:paraId="24FF4F28" w14:textId="77777777" w:rsidR="00B12A4B" w:rsidRPr="00B41021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8C8932" w14:textId="77777777" w:rsidR="00B12A4B" w:rsidRPr="006072C8" w:rsidRDefault="00B12A4B" w:rsidP="007114E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18FA1EB6" w14:textId="77777777" w:rsidR="00B12A4B" w:rsidRDefault="00B12A4B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</w:p>
    <w:p w14:paraId="4E78F672" w14:textId="77777777" w:rsidR="0085747A" w:rsidRPr="008619C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* </w:t>
      </w:r>
      <w:r w:rsidRPr="008619C4">
        <w:rPr>
          <w:rFonts w:ascii="Corbel" w:hAnsi="Corbel"/>
          <w:i/>
          <w:sz w:val="24"/>
          <w:szCs w:val="24"/>
        </w:rPr>
        <w:t>-</w:t>
      </w:r>
      <w:r w:rsidR="00B90885" w:rsidRPr="008619C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19C4">
        <w:rPr>
          <w:rFonts w:ascii="Corbel" w:hAnsi="Corbel"/>
          <w:b w:val="0"/>
          <w:sz w:val="24"/>
          <w:szCs w:val="24"/>
        </w:rPr>
        <w:t>e,</w:t>
      </w:r>
      <w:r w:rsidRPr="008619C4">
        <w:rPr>
          <w:rFonts w:ascii="Corbel" w:hAnsi="Corbel"/>
          <w:i/>
          <w:sz w:val="24"/>
          <w:szCs w:val="24"/>
        </w:rPr>
        <w:t xml:space="preserve"> </w:t>
      </w:r>
      <w:r w:rsidRPr="008619C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19C4">
        <w:rPr>
          <w:rFonts w:ascii="Corbel" w:hAnsi="Corbel"/>
          <w:b w:val="0"/>
          <w:i/>
          <w:sz w:val="24"/>
          <w:szCs w:val="24"/>
        </w:rPr>
        <w:t>w Jednostce</w:t>
      </w:r>
    </w:p>
    <w:p w14:paraId="11935473" w14:textId="77777777" w:rsidR="00923D7D" w:rsidRPr="008619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C1B7BDE" w14:textId="77777777" w:rsidR="0085747A" w:rsidRPr="008619C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>1.</w:t>
      </w:r>
      <w:r w:rsidR="00E22FBC" w:rsidRPr="008619C4">
        <w:rPr>
          <w:rFonts w:ascii="Corbel" w:hAnsi="Corbel"/>
          <w:sz w:val="24"/>
          <w:szCs w:val="24"/>
        </w:rPr>
        <w:t>1</w:t>
      </w:r>
      <w:r w:rsidRPr="008619C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56BE76A" w14:textId="77777777" w:rsidR="00923D7D" w:rsidRPr="008619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19C4" w14:paraId="0B04FEB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9956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Semestr</w:t>
            </w:r>
          </w:p>
          <w:p w14:paraId="1A9C4B31" w14:textId="77777777" w:rsidR="00015B8F" w:rsidRPr="008619C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(</w:t>
            </w:r>
            <w:r w:rsidR="00363F78" w:rsidRPr="008619C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D4D32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Wykł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7726C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D6B6E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Konw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F3EC4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BCF1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Sem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5E49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61693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Prakt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CC937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00537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19C4">
              <w:rPr>
                <w:rFonts w:ascii="Corbel" w:hAnsi="Corbel"/>
                <w:b/>
                <w:szCs w:val="24"/>
              </w:rPr>
              <w:t>Liczba pkt</w:t>
            </w:r>
            <w:r w:rsidR="00B90885" w:rsidRPr="008619C4">
              <w:rPr>
                <w:rFonts w:ascii="Corbel" w:hAnsi="Corbel"/>
                <w:b/>
                <w:szCs w:val="24"/>
              </w:rPr>
              <w:t>.</w:t>
            </w:r>
            <w:r w:rsidRPr="008619C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A60D5" w:rsidRPr="008619C4" w14:paraId="0EEF1A3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EC32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2BD5" w14:textId="77777777" w:rsidR="009A60D5" w:rsidRPr="008619C4" w:rsidRDefault="00564779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52E8" w14:textId="77777777" w:rsidR="009A60D5" w:rsidRPr="008619C4" w:rsidRDefault="00564779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887E3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0819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D91DA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522D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7D76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BEE1C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84A3" w14:textId="77777777" w:rsidR="009A60D5" w:rsidRPr="008619C4" w:rsidRDefault="00A908CC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8619C4" w14:paraId="3664E56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5268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14C1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1A10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AB81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6FF2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68F6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77B3C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8CC8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A249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84E4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7C1CB07" w14:textId="77777777" w:rsidR="00923D7D" w:rsidRPr="008619C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6BC3C" w14:textId="77777777" w:rsidR="00923D7D" w:rsidRPr="008619C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1C02AD4" w14:textId="77777777" w:rsidR="0085747A" w:rsidRPr="008619C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>1.</w:t>
      </w:r>
      <w:r w:rsidR="00E22FBC" w:rsidRPr="008619C4">
        <w:rPr>
          <w:rFonts w:ascii="Corbel" w:hAnsi="Corbel"/>
          <w:smallCaps w:val="0"/>
          <w:szCs w:val="24"/>
        </w:rPr>
        <w:t>2</w:t>
      </w:r>
      <w:r w:rsidR="00F83B28" w:rsidRPr="008619C4">
        <w:rPr>
          <w:rFonts w:ascii="Corbel" w:hAnsi="Corbel"/>
          <w:smallCaps w:val="0"/>
          <w:szCs w:val="24"/>
        </w:rPr>
        <w:t>.</w:t>
      </w:r>
      <w:r w:rsidR="00F83B28" w:rsidRPr="008619C4">
        <w:rPr>
          <w:rFonts w:ascii="Corbel" w:hAnsi="Corbel"/>
          <w:smallCaps w:val="0"/>
          <w:szCs w:val="24"/>
        </w:rPr>
        <w:tab/>
      </w:r>
      <w:r w:rsidRPr="008619C4">
        <w:rPr>
          <w:rFonts w:ascii="Corbel" w:hAnsi="Corbel"/>
          <w:smallCaps w:val="0"/>
          <w:szCs w:val="24"/>
        </w:rPr>
        <w:t xml:space="preserve">Sposób realizacji zajęć  </w:t>
      </w:r>
    </w:p>
    <w:p w14:paraId="7437E978" w14:textId="77777777" w:rsidR="009A60D5" w:rsidRPr="008619C4" w:rsidRDefault="00A1627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9A60D5" w:rsidRPr="008619C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0049483" w14:textId="77777777" w:rsidR="0085747A" w:rsidRPr="008619C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19C4">
        <w:rPr>
          <w:rFonts w:ascii="MS Gothic" w:eastAsia="MS Gothic" w:hAnsi="MS Gothic" w:cs="MS Gothic" w:hint="eastAsia"/>
          <w:b w:val="0"/>
          <w:szCs w:val="24"/>
        </w:rPr>
        <w:t>☐</w:t>
      </w:r>
      <w:r w:rsidRPr="008619C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C21910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4872D9" w14:textId="1FD983E5" w:rsidR="00E22FBC" w:rsidRPr="008619C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1.3 </w:t>
      </w:r>
      <w:r w:rsidR="00F83B28" w:rsidRPr="008619C4">
        <w:rPr>
          <w:rFonts w:ascii="Corbel" w:hAnsi="Corbel"/>
          <w:smallCaps w:val="0"/>
          <w:szCs w:val="24"/>
        </w:rPr>
        <w:tab/>
      </w:r>
      <w:r w:rsidRPr="008619C4">
        <w:rPr>
          <w:rFonts w:ascii="Corbel" w:hAnsi="Corbel"/>
          <w:smallCaps w:val="0"/>
          <w:szCs w:val="24"/>
        </w:rPr>
        <w:t>For</w:t>
      </w:r>
      <w:r w:rsidR="00445970" w:rsidRPr="008619C4">
        <w:rPr>
          <w:rFonts w:ascii="Corbel" w:hAnsi="Corbel"/>
          <w:smallCaps w:val="0"/>
          <w:szCs w:val="24"/>
        </w:rPr>
        <w:t xml:space="preserve">ma zaliczenia przedmiotu </w:t>
      </w:r>
      <w:r w:rsidRPr="008619C4">
        <w:rPr>
          <w:rFonts w:ascii="Corbel" w:hAnsi="Corbel"/>
          <w:smallCaps w:val="0"/>
          <w:szCs w:val="24"/>
        </w:rPr>
        <w:t xml:space="preserve"> (z toku) </w:t>
      </w:r>
      <w:r w:rsidRPr="008619C4">
        <w:rPr>
          <w:rFonts w:ascii="Corbel" w:hAnsi="Corbel"/>
          <w:b w:val="0"/>
          <w:smallCaps w:val="0"/>
          <w:szCs w:val="24"/>
        </w:rPr>
        <w:t>(</w:t>
      </w:r>
      <w:r w:rsidRPr="00E9501C">
        <w:rPr>
          <w:rFonts w:ascii="Corbel" w:hAnsi="Corbel"/>
          <w:b w:val="0"/>
          <w:smallCaps w:val="0"/>
          <w:strike/>
          <w:szCs w:val="24"/>
        </w:rPr>
        <w:t>egzamin</w:t>
      </w:r>
      <w:r w:rsidR="004A33E0">
        <w:rPr>
          <w:rFonts w:ascii="Corbel" w:hAnsi="Corbel"/>
          <w:b w:val="0"/>
          <w:smallCaps w:val="0"/>
          <w:szCs w:val="24"/>
        </w:rPr>
        <w:t xml:space="preserve">, </w:t>
      </w:r>
      <w:r w:rsidR="0009317C">
        <w:rPr>
          <w:rFonts w:ascii="Corbel" w:hAnsi="Corbel"/>
          <w:b w:val="0"/>
          <w:smallCaps w:val="0"/>
          <w:szCs w:val="24"/>
        </w:rPr>
        <w:t>Egzamin</w:t>
      </w:r>
    </w:p>
    <w:p w14:paraId="7D6AC838" w14:textId="77777777" w:rsidR="009C54AE" w:rsidRPr="008619C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9000F0" w14:textId="77777777" w:rsidR="00E960BB" w:rsidRPr="008619C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809C94" w14:textId="77777777" w:rsidR="00E960BB" w:rsidRPr="008619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19C4" w14:paraId="5EFA4AE7" w14:textId="77777777" w:rsidTr="00745302">
        <w:tc>
          <w:tcPr>
            <w:tcW w:w="9670" w:type="dxa"/>
          </w:tcPr>
          <w:p w14:paraId="1803A5BF" w14:textId="77777777" w:rsidR="0085747A" w:rsidRPr="00A16278" w:rsidRDefault="00A16278" w:rsidP="00A16278">
            <w:pPr>
              <w:spacing w:after="0"/>
              <w:jc w:val="both"/>
              <w:rPr>
                <w:smallCaps/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 xml:space="preserve">Zaliczenie zajęć z przedmiotów: teoretyczne podstawy wychowania, podstawy pedagogiki </w:t>
            </w:r>
            <w:r w:rsidRPr="00A16278">
              <w:rPr>
                <w:sz w:val="24"/>
                <w:szCs w:val="24"/>
              </w:rPr>
              <w:lastRenderedPageBreak/>
              <w:t>ogólnej, teorii wychowania, psychologii ogólnej i rozwojowej, pedagogiki rod</w:t>
            </w:r>
            <w:r>
              <w:rPr>
                <w:sz w:val="24"/>
                <w:szCs w:val="24"/>
              </w:rPr>
              <w:t>ziny, diagnostyki pedagogicznej.</w:t>
            </w:r>
          </w:p>
        </w:tc>
      </w:tr>
    </w:tbl>
    <w:p w14:paraId="43187ACD" w14:textId="77777777" w:rsidR="00153C41" w:rsidRPr="008619C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2BE01E" w14:textId="77777777" w:rsidR="0085747A" w:rsidRPr="008619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>3.</w:t>
      </w:r>
      <w:r w:rsidR="0085747A" w:rsidRPr="008619C4">
        <w:rPr>
          <w:rFonts w:ascii="Corbel" w:hAnsi="Corbel"/>
          <w:szCs w:val="24"/>
        </w:rPr>
        <w:t xml:space="preserve"> </w:t>
      </w:r>
      <w:r w:rsidR="00A84C85" w:rsidRPr="008619C4">
        <w:rPr>
          <w:rFonts w:ascii="Corbel" w:hAnsi="Corbel"/>
          <w:szCs w:val="24"/>
        </w:rPr>
        <w:t>cele, efekty uczenia się</w:t>
      </w:r>
      <w:r w:rsidR="0085747A" w:rsidRPr="008619C4">
        <w:rPr>
          <w:rFonts w:ascii="Corbel" w:hAnsi="Corbel"/>
          <w:szCs w:val="24"/>
        </w:rPr>
        <w:t xml:space="preserve"> , treści Programowe i stosowane metody Dydaktyczne</w:t>
      </w:r>
    </w:p>
    <w:p w14:paraId="3741A9FA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22B5CF" w14:textId="77777777" w:rsidR="0085747A" w:rsidRPr="008619C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3.1 </w:t>
      </w:r>
      <w:r w:rsidR="00C05F44" w:rsidRPr="008619C4">
        <w:rPr>
          <w:rFonts w:ascii="Corbel" w:hAnsi="Corbel"/>
          <w:sz w:val="24"/>
          <w:szCs w:val="24"/>
        </w:rPr>
        <w:t>Cele przedmiotu</w:t>
      </w:r>
    </w:p>
    <w:p w14:paraId="67A5A5CE" w14:textId="77777777" w:rsidR="00F83B28" w:rsidRPr="008619C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887AA3" w:rsidRPr="008619C4" w14:paraId="5690C446" w14:textId="77777777" w:rsidTr="00887AA3">
        <w:tc>
          <w:tcPr>
            <w:tcW w:w="851" w:type="dxa"/>
            <w:vAlign w:val="center"/>
          </w:tcPr>
          <w:p w14:paraId="58D6C758" w14:textId="77777777" w:rsidR="00887AA3" w:rsidRPr="008619C4" w:rsidRDefault="00887A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19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42AA704E" w14:textId="77777777" w:rsidR="00887AA3" w:rsidRPr="008619C4" w:rsidRDefault="00887AA3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Zapoznanie studentów z wiedzą teoretyczną i praktyczną z zakresu metodyki pracy z rodziną dysfunkcyjną i działań interwencyjnych oraz z instytucjami i ośrodkami wspierającymi rodzinę.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14:paraId="1FA34B69" w14:textId="77777777" w:rsidR="00887AA3" w:rsidRPr="008619C4" w:rsidRDefault="00887A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87AA3" w:rsidRPr="008619C4" w14:paraId="09A7F93A" w14:textId="77777777" w:rsidTr="000C3E82">
        <w:tc>
          <w:tcPr>
            <w:tcW w:w="851" w:type="dxa"/>
          </w:tcPr>
          <w:p w14:paraId="0AC69610" w14:textId="77777777" w:rsidR="00887AA3" w:rsidRPr="008619C4" w:rsidRDefault="00887AA3">
            <w:r w:rsidRPr="008619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7F77951D" w14:textId="77777777" w:rsidR="00887AA3" w:rsidRPr="008619C4" w:rsidRDefault="00887AA3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Rozwijanie umiejętności praktycznych w pracy z rodzinami dysfunkcyjnymi oraz zapoznanie z zasadami, metodami i formami pracy z rodziną.</w:t>
            </w:r>
          </w:p>
        </w:tc>
        <w:tc>
          <w:tcPr>
            <w:tcW w:w="8819" w:type="dxa"/>
            <w:vMerge/>
            <w:vAlign w:val="center"/>
          </w:tcPr>
          <w:p w14:paraId="29A0674F" w14:textId="77777777" w:rsidR="00887AA3" w:rsidRPr="008619C4" w:rsidRDefault="00887A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87AA3" w:rsidRPr="008619C4" w14:paraId="70260182" w14:textId="77777777" w:rsidTr="00887AA3">
        <w:tc>
          <w:tcPr>
            <w:tcW w:w="851" w:type="dxa"/>
          </w:tcPr>
          <w:p w14:paraId="0C10CA0A" w14:textId="77777777" w:rsidR="00887AA3" w:rsidRPr="008619C4" w:rsidRDefault="00887AA3">
            <w:r w:rsidRPr="008619C4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B239C4C" w14:textId="77777777" w:rsidR="00887AA3" w:rsidRPr="008619C4" w:rsidRDefault="00887AA3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Rozwijanie umiejętności praktycznych by sprawnie porozumiewać się ze specjalistami w interdyscyplinarnych zespołach diagnozujących i projektujących oddziaływania na rzecz rodziny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14:paraId="2030186E" w14:textId="77777777" w:rsidR="00887AA3" w:rsidRPr="008619C4" w:rsidRDefault="00887A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D14D85A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BCE5EA" w14:textId="77777777" w:rsidR="001D7B54" w:rsidRPr="008619C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 xml:space="preserve">3.2 </w:t>
      </w:r>
      <w:r w:rsidR="001D7B54" w:rsidRPr="008619C4">
        <w:rPr>
          <w:rFonts w:ascii="Corbel" w:hAnsi="Corbel"/>
          <w:b/>
          <w:sz w:val="24"/>
          <w:szCs w:val="24"/>
        </w:rPr>
        <w:t xml:space="preserve">Efekty </w:t>
      </w:r>
      <w:r w:rsidR="00C05F44" w:rsidRPr="008619C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19C4">
        <w:rPr>
          <w:rFonts w:ascii="Corbel" w:hAnsi="Corbel"/>
          <w:b/>
          <w:sz w:val="24"/>
          <w:szCs w:val="24"/>
        </w:rPr>
        <w:t>dla przedmiotu</w:t>
      </w:r>
      <w:r w:rsidR="00445970" w:rsidRPr="008619C4">
        <w:rPr>
          <w:rFonts w:ascii="Corbel" w:hAnsi="Corbel"/>
          <w:sz w:val="24"/>
          <w:szCs w:val="24"/>
        </w:rPr>
        <w:t xml:space="preserve"> </w:t>
      </w:r>
    </w:p>
    <w:p w14:paraId="20CD072B" w14:textId="77777777" w:rsidR="001D7B54" w:rsidRPr="008619C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619C4" w14:paraId="4236609D" w14:textId="77777777" w:rsidTr="0071620A">
        <w:tc>
          <w:tcPr>
            <w:tcW w:w="1701" w:type="dxa"/>
            <w:vAlign w:val="center"/>
          </w:tcPr>
          <w:p w14:paraId="7498C932" w14:textId="77777777" w:rsidR="0085747A" w:rsidRPr="008619C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619C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619C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46B756F" w14:textId="77777777" w:rsidR="00E9501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619C4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984D6F3" w14:textId="77777777" w:rsidR="0085747A" w:rsidRPr="008619C4" w:rsidRDefault="00E9501C" w:rsidP="00E950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083707E4" w14:textId="77777777" w:rsidR="0085747A" w:rsidRPr="008619C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619C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1C42" w:rsidRPr="008619C4" w14:paraId="32FD1293" w14:textId="77777777" w:rsidTr="005E6E85">
        <w:tc>
          <w:tcPr>
            <w:tcW w:w="1701" w:type="dxa"/>
          </w:tcPr>
          <w:p w14:paraId="3B253603" w14:textId="77777777" w:rsidR="00081C42" w:rsidRPr="008619C4" w:rsidRDefault="00FF28A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81C42" w:rsidRPr="008619C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D95D5CD" w14:textId="77777777" w:rsidR="00081C42" w:rsidRPr="008619C4" w:rsidRDefault="00E9501C" w:rsidP="00E9501C">
            <w:pPr>
              <w:pStyle w:val="Default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>S</w:t>
            </w:r>
            <w:r w:rsidR="007103C2" w:rsidRPr="008619C4">
              <w:rPr>
                <w:rFonts w:ascii="Corbel" w:hAnsi="Corbel"/>
                <w:color w:val="auto"/>
              </w:rPr>
              <w:t>charakteryzuje strukturę i mechanizmy rodziny dysfunkcyjnej</w:t>
            </w:r>
            <w:r w:rsidR="008211B9" w:rsidRPr="008619C4">
              <w:rPr>
                <w:rFonts w:ascii="Corbel" w:hAnsi="Corbel"/>
                <w:color w:val="auto"/>
              </w:rPr>
              <w:t xml:space="preserve"> oraz opisze sytuację dziecka</w:t>
            </w:r>
            <w:r w:rsidR="004D7584">
              <w:rPr>
                <w:rFonts w:ascii="Corbel" w:hAnsi="Corbel"/>
                <w:color w:val="auto"/>
              </w:rPr>
              <w:t>.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14:paraId="1837E29B" w14:textId="77777777" w:rsidR="00081C42" w:rsidRPr="008619C4" w:rsidRDefault="00081C42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081C42" w:rsidRPr="008619C4" w14:paraId="7F22ADED" w14:textId="77777777" w:rsidTr="005E6E85">
        <w:tc>
          <w:tcPr>
            <w:tcW w:w="1701" w:type="dxa"/>
          </w:tcPr>
          <w:p w14:paraId="31BE6912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0D19EF1" w14:textId="77777777" w:rsidR="00081C42" w:rsidRPr="008619C4" w:rsidRDefault="004D7584" w:rsidP="00E9501C">
            <w:pPr>
              <w:pStyle w:val="Default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 xml:space="preserve">Przedstawi </w:t>
            </w:r>
            <w:r w:rsidR="00E42B7D" w:rsidRPr="008619C4">
              <w:rPr>
                <w:rFonts w:ascii="Corbel" w:hAnsi="Corbel"/>
                <w:color w:val="auto"/>
              </w:rPr>
              <w:t xml:space="preserve">dysfunkcyjne </w:t>
            </w:r>
            <w:r w:rsidR="008211B9" w:rsidRPr="008619C4">
              <w:rPr>
                <w:rFonts w:ascii="Corbel" w:hAnsi="Corbel"/>
                <w:color w:val="auto"/>
              </w:rPr>
              <w:t xml:space="preserve">relacje i więzi </w:t>
            </w:r>
            <w:r w:rsidR="00E42B7D" w:rsidRPr="008619C4">
              <w:rPr>
                <w:rFonts w:ascii="Corbel" w:hAnsi="Corbel"/>
                <w:color w:val="auto"/>
              </w:rPr>
              <w:t xml:space="preserve">panujące w rodzinie z uwzględnieniem funkcjonowania dziecka w roli ucznia. 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14:paraId="34CB87BA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0B783E" w:rsidRPr="008619C4" w14:paraId="1A703860" w14:textId="77777777" w:rsidTr="005E6E85">
        <w:tc>
          <w:tcPr>
            <w:tcW w:w="1701" w:type="dxa"/>
          </w:tcPr>
          <w:p w14:paraId="7077689D" w14:textId="77777777" w:rsidR="000B783E" w:rsidRPr="008619C4" w:rsidRDefault="001727AD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6096" w:type="dxa"/>
          </w:tcPr>
          <w:p w14:paraId="2FF53144" w14:textId="77777777" w:rsidR="000B783E" w:rsidRPr="008619C4" w:rsidRDefault="000B783E" w:rsidP="00E9501C">
            <w:pPr>
              <w:pStyle w:val="Default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Opisze mechanizmy i reguły </w:t>
            </w:r>
            <w:r w:rsidR="00FF28AF" w:rsidRPr="008619C4">
              <w:rPr>
                <w:rFonts w:ascii="Corbel" w:hAnsi="Corbel"/>
                <w:color w:val="auto"/>
              </w:rPr>
              <w:t xml:space="preserve">funkcjonowania rodzin dysfunkcyjnych z uwzględnieniem współczesnych problemów cywilizacyjnych. </w:t>
            </w:r>
          </w:p>
        </w:tc>
        <w:tc>
          <w:tcPr>
            <w:tcW w:w="1873" w:type="dxa"/>
          </w:tcPr>
          <w:p w14:paraId="6C6FDCA3" w14:textId="77777777" w:rsidR="000B783E" w:rsidRPr="008619C4" w:rsidRDefault="00FF28AF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081C42" w:rsidRPr="008619C4" w14:paraId="706CFABB" w14:textId="77777777" w:rsidTr="005E6E85">
        <w:tc>
          <w:tcPr>
            <w:tcW w:w="1701" w:type="dxa"/>
          </w:tcPr>
          <w:p w14:paraId="5E2F88B9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 0</w:t>
            </w:r>
            <w:r w:rsidR="00957B3F" w:rsidRPr="008619C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09D16D8" w14:textId="77777777" w:rsidR="00081C42" w:rsidRPr="008619C4" w:rsidRDefault="001727AD" w:rsidP="00E9501C">
            <w:pPr>
              <w:pStyle w:val="Default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Zaprojektuje </w:t>
            </w:r>
            <w:r w:rsidR="006E1366" w:rsidRPr="008619C4">
              <w:rPr>
                <w:rFonts w:ascii="Corbel" w:hAnsi="Corbel"/>
                <w:color w:val="auto"/>
              </w:rPr>
              <w:t>model postępowania metodycznego i skonstruuje plan działania z uwzględnieniem pracy w zespołach interdyscyplinarnych</w:t>
            </w:r>
            <w:r w:rsidR="00F1250F" w:rsidRPr="008619C4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</w:tcPr>
          <w:p w14:paraId="05823D0E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081C42" w:rsidRPr="008619C4" w14:paraId="0E47A0E6" w14:textId="77777777" w:rsidTr="005E6E85">
        <w:tc>
          <w:tcPr>
            <w:tcW w:w="1701" w:type="dxa"/>
          </w:tcPr>
          <w:p w14:paraId="1FDBBE10" w14:textId="77777777" w:rsidR="00081C42" w:rsidRPr="008619C4" w:rsidRDefault="00957B3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C173577" w14:textId="77777777" w:rsidR="00F1250F" w:rsidRPr="008619C4" w:rsidRDefault="009A4879" w:rsidP="00E9501C">
            <w:pPr>
              <w:pStyle w:val="Default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>Zaprojektuje adekwatnie do potrzeb rodziny dysfunkcyjnej</w:t>
            </w:r>
          </w:p>
          <w:p w14:paraId="316B0547" w14:textId="77777777" w:rsidR="00081C42" w:rsidRPr="008619C4" w:rsidRDefault="00E950B0" w:rsidP="00E9501C">
            <w:pPr>
              <w:pStyle w:val="Default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>praktyczne działania w oparciu o współczesne możliwości prawne, instytucjonalne i organizacyjne.</w:t>
            </w:r>
          </w:p>
        </w:tc>
        <w:tc>
          <w:tcPr>
            <w:tcW w:w="1873" w:type="dxa"/>
          </w:tcPr>
          <w:p w14:paraId="71B62F9C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K_U07</w:t>
            </w:r>
          </w:p>
          <w:p w14:paraId="754D6410" w14:textId="77777777" w:rsidR="00E950B0" w:rsidRPr="008619C4" w:rsidRDefault="00E950B0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3504A556" w14:textId="77777777" w:rsidR="00E950B0" w:rsidRPr="008619C4" w:rsidRDefault="00E950B0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81C42" w:rsidRPr="008619C4" w14:paraId="5672AFD8" w14:textId="77777777" w:rsidTr="005E6E85">
        <w:tc>
          <w:tcPr>
            <w:tcW w:w="1701" w:type="dxa"/>
          </w:tcPr>
          <w:p w14:paraId="6CF4440F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57B3F" w:rsidRPr="008619C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71E3EF9A" w14:textId="77777777" w:rsidR="00081C42" w:rsidRPr="008619C4" w:rsidRDefault="009C4B08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Zastosuje wiadomości </w:t>
            </w:r>
            <w:r w:rsidR="005A5DC8" w:rsidRPr="008619C4">
              <w:rPr>
                <w:rFonts w:ascii="Corbel" w:hAnsi="Corbel"/>
                <w:color w:val="auto"/>
              </w:rPr>
              <w:t>charakteryzując wybraną</w:t>
            </w:r>
            <w:r w:rsidRPr="008619C4">
              <w:rPr>
                <w:rFonts w:ascii="Corbel" w:hAnsi="Corbel"/>
                <w:color w:val="auto"/>
              </w:rPr>
              <w:t xml:space="preserve"> </w:t>
            </w:r>
            <w:r w:rsidR="005A5DC8" w:rsidRPr="008619C4">
              <w:rPr>
                <w:rFonts w:ascii="Corbel" w:hAnsi="Corbel"/>
                <w:color w:val="auto"/>
              </w:rPr>
              <w:t>sytuację problemową rodziny dysfunkcyjnej</w:t>
            </w:r>
            <w:r w:rsidRPr="008619C4">
              <w:rPr>
                <w:rFonts w:ascii="Corbel" w:hAnsi="Corbel"/>
                <w:color w:val="auto"/>
              </w:rPr>
              <w:t xml:space="preserve"> i wskaże możliwości </w:t>
            </w:r>
            <w:r w:rsidR="005A5DC8" w:rsidRPr="008619C4">
              <w:rPr>
                <w:rFonts w:ascii="Corbel" w:hAnsi="Corbel"/>
                <w:color w:val="auto"/>
              </w:rPr>
              <w:t xml:space="preserve">jej </w:t>
            </w:r>
            <w:r w:rsidRPr="008619C4">
              <w:rPr>
                <w:rFonts w:ascii="Corbel" w:hAnsi="Corbel"/>
                <w:color w:val="auto"/>
              </w:rPr>
              <w:t xml:space="preserve">wsparcia </w:t>
            </w:r>
            <w:r w:rsidR="004B5F42" w:rsidRPr="008619C4">
              <w:rPr>
                <w:rFonts w:ascii="Corbel" w:hAnsi="Corbel"/>
                <w:color w:val="auto"/>
              </w:rPr>
              <w:t xml:space="preserve">przez </w:t>
            </w:r>
            <w:r w:rsidRPr="008619C4">
              <w:rPr>
                <w:rFonts w:ascii="Corbel" w:hAnsi="Corbel"/>
                <w:color w:val="auto"/>
              </w:rPr>
              <w:t>członk</w:t>
            </w:r>
            <w:r w:rsidR="004B5F42" w:rsidRPr="008619C4">
              <w:rPr>
                <w:rFonts w:ascii="Corbel" w:hAnsi="Corbel"/>
                <w:color w:val="auto"/>
              </w:rPr>
              <w:t>ów zespołu interdyscyplinarnego.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14:paraId="506BE666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081C42" w:rsidRPr="008619C4" w14:paraId="0A803C66" w14:textId="77777777" w:rsidTr="005E6E85">
        <w:tc>
          <w:tcPr>
            <w:tcW w:w="1701" w:type="dxa"/>
          </w:tcPr>
          <w:p w14:paraId="08D0D4AD" w14:textId="77777777" w:rsidR="00081C42" w:rsidRPr="008619C4" w:rsidRDefault="00957B3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E7BB734" w14:textId="77777777" w:rsidR="00081C42" w:rsidRPr="008619C4" w:rsidRDefault="00957B3F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Określi zakres działań instytucji działających na rzecz rodziny </w:t>
            </w:r>
            <w:r w:rsidR="004B5F42" w:rsidRPr="008619C4">
              <w:rPr>
                <w:rFonts w:ascii="Corbel" w:hAnsi="Corbel"/>
                <w:color w:val="auto"/>
              </w:rPr>
              <w:t>z uwzględnieniem zasad etyki zawodowej</w:t>
            </w:r>
            <w:r w:rsidRPr="008619C4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</w:tcPr>
          <w:p w14:paraId="7B30353B" w14:textId="77777777" w:rsidR="00081C42" w:rsidRPr="008619C4" w:rsidRDefault="00081C42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K_K02</w:t>
            </w:r>
          </w:p>
          <w:p w14:paraId="0377157E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499BC50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DA5028" w14:textId="77777777" w:rsidR="0085747A" w:rsidRPr="008619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>3.3</w:t>
      </w:r>
      <w:r w:rsidR="001D7B54" w:rsidRPr="008619C4">
        <w:rPr>
          <w:rFonts w:ascii="Corbel" w:hAnsi="Corbel"/>
          <w:b/>
          <w:sz w:val="24"/>
          <w:szCs w:val="24"/>
        </w:rPr>
        <w:t xml:space="preserve"> </w:t>
      </w:r>
      <w:r w:rsidR="0085747A" w:rsidRPr="008619C4">
        <w:rPr>
          <w:rFonts w:ascii="Corbel" w:hAnsi="Corbel"/>
          <w:b/>
          <w:sz w:val="24"/>
          <w:szCs w:val="24"/>
        </w:rPr>
        <w:t>T</w:t>
      </w:r>
      <w:r w:rsidR="001D7B54" w:rsidRPr="008619C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619C4">
        <w:rPr>
          <w:rFonts w:ascii="Corbel" w:hAnsi="Corbel"/>
          <w:sz w:val="24"/>
          <w:szCs w:val="24"/>
        </w:rPr>
        <w:t xml:space="preserve">  </w:t>
      </w:r>
    </w:p>
    <w:p w14:paraId="7A41FB8C" w14:textId="77777777" w:rsidR="0085747A" w:rsidRPr="008619C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Problematyka wykładu </w:t>
      </w:r>
    </w:p>
    <w:p w14:paraId="505C3513" w14:textId="77777777" w:rsidR="00675843" w:rsidRPr="008619C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19C4" w14:paraId="7DA3F11A" w14:textId="77777777" w:rsidTr="00923D7D">
        <w:tc>
          <w:tcPr>
            <w:tcW w:w="9639" w:type="dxa"/>
          </w:tcPr>
          <w:p w14:paraId="7C6D069F" w14:textId="77777777" w:rsidR="0085747A" w:rsidRPr="008619C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0987" w:rsidRPr="008619C4" w14:paraId="6F792139" w14:textId="77777777" w:rsidTr="00923D7D">
        <w:tc>
          <w:tcPr>
            <w:tcW w:w="9639" w:type="dxa"/>
          </w:tcPr>
          <w:p w14:paraId="15656FA7" w14:textId="77777777" w:rsidR="00030987" w:rsidRPr="008619C4" w:rsidRDefault="00030987" w:rsidP="002970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Rodzina, jako system. Analiza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 struktury, reguł i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mechanizmów </w:t>
            </w:r>
            <w:r w:rsidR="002970E5" w:rsidRPr="008619C4">
              <w:rPr>
                <w:rFonts w:ascii="Corbel" w:hAnsi="Corbel"/>
                <w:sz w:val="24"/>
                <w:szCs w:val="24"/>
              </w:rPr>
              <w:t xml:space="preserve">działania </w:t>
            </w:r>
            <w:r w:rsidRPr="008619C4">
              <w:rPr>
                <w:rFonts w:ascii="Corbel" w:hAnsi="Corbel"/>
                <w:sz w:val="24"/>
                <w:szCs w:val="24"/>
              </w:rPr>
              <w:t>rodziny dysfunkcyjnej.</w:t>
            </w:r>
          </w:p>
        </w:tc>
      </w:tr>
      <w:tr w:rsidR="009C47EB" w:rsidRPr="008619C4" w14:paraId="33E60AC6" w14:textId="77777777" w:rsidTr="00923D7D">
        <w:tc>
          <w:tcPr>
            <w:tcW w:w="9639" w:type="dxa"/>
          </w:tcPr>
          <w:p w14:paraId="14FC7375" w14:textId="77777777" w:rsidR="009C47EB" w:rsidRPr="008619C4" w:rsidRDefault="009C47EB" w:rsidP="00F021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Charakterystyka dysfunkcyjnych </w:t>
            </w:r>
            <w:r w:rsidR="00F021D4" w:rsidRPr="008619C4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="00F021D4" w:rsidRPr="008619C4">
              <w:rPr>
                <w:rFonts w:ascii="Corbel" w:hAnsi="Corbel"/>
                <w:sz w:val="24"/>
                <w:szCs w:val="24"/>
              </w:rPr>
              <w:t>pozabezpiecznych</w:t>
            </w:r>
            <w:proofErr w:type="spellEnd"/>
            <w:r w:rsidR="00F021D4" w:rsidRPr="008619C4">
              <w:rPr>
                <w:rFonts w:ascii="Corbel" w:hAnsi="Corbel"/>
                <w:sz w:val="24"/>
                <w:szCs w:val="24"/>
              </w:rPr>
              <w:t xml:space="preserve">)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więzi rodzinnych </w:t>
            </w:r>
          </w:p>
        </w:tc>
      </w:tr>
      <w:tr w:rsidR="00030987" w:rsidRPr="008619C4" w14:paraId="52803794" w14:textId="77777777" w:rsidTr="00923D7D">
        <w:tc>
          <w:tcPr>
            <w:tcW w:w="9639" w:type="dxa"/>
          </w:tcPr>
          <w:p w14:paraId="1B381B68" w14:textId="77777777" w:rsidR="00030987" w:rsidRPr="008619C4" w:rsidRDefault="002970E5" w:rsidP="00624B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Sytuacja dzieci w rodzinie dysfunkcyjnej z uwzględnieniem relacji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w szkole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i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>środowisku społecznym.</w:t>
            </w:r>
          </w:p>
        </w:tc>
      </w:tr>
      <w:tr w:rsidR="00F021D4" w:rsidRPr="008619C4" w14:paraId="208738FE" w14:textId="77777777" w:rsidTr="00923D7D">
        <w:tc>
          <w:tcPr>
            <w:tcW w:w="9639" w:type="dxa"/>
          </w:tcPr>
          <w:p w14:paraId="1BE0F798" w14:textId="77777777" w:rsidR="00F021D4" w:rsidRPr="008619C4" w:rsidRDefault="00F021D4" w:rsidP="00624B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Komunikacja interpersonalna w rodzinie. Rozwiązywanie konfliktów. </w:t>
            </w:r>
            <w:r w:rsidR="005E5304" w:rsidRPr="008619C4">
              <w:rPr>
                <w:rFonts w:ascii="Corbel" w:hAnsi="Corbel"/>
                <w:sz w:val="24"/>
                <w:szCs w:val="24"/>
              </w:rPr>
              <w:t xml:space="preserve">Metodyczne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postępowanie pedagoga </w:t>
            </w:r>
            <w:r w:rsidRPr="008619C4">
              <w:rPr>
                <w:rFonts w:ascii="Corbel" w:hAnsi="Corbel"/>
                <w:sz w:val="24"/>
                <w:szCs w:val="24"/>
              </w:rPr>
              <w:t>i profilaktyka zaburzeń komunikacji rodzinnej.</w:t>
            </w:r>
          </w:p>
        </w:tc>
      </w:tr>
      <w:tr w:rsidR="00F021D4" w:rsidRPr="008619C4" w14:paraId="308A52D2" w14:textId="77777777" w:rsidTr="00923D7D">
        <w:tc>
          <w:tcPr>
            <w:tcW w:w="9639" w:type="dxa"/>
          </w:tcPr>
          <w:p w14:paraId="7EA239A4" w14:textId="77777777" w:rsidR="00F021D4" w:rsidRPr="008619C4" w:rsidRDefault="005E530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Charakterystyczne e</w:t>
            </w:r>
            <w:r w:rsidR="00F021D4" w:rsidRPr="008619C4">
              <w:rPr>
                <w:rFonts w:ascii="Corbel" w:hAnsi="Corbel"/>
                <w:sz w:val="24"/>
                <w:szCs w:val="24"/>
              </w:rPr>
              <w:t xml:space="preserve">mocje i uczucia </w:t>
            </w:r>
            <w:r w:rsidRPr="008619C4">
              <w:rPr>
                <w:rFonts w:ascii="Corbel" w:hAnsi="Corbel"/>
                <w:sz w:val="24"/>
                <w:szCs w:val="24"/>
              </w:rPr>
              <w:t>panujące w rodzinie dysfunkcyjnej.</w:t>
            </w:r>
          </w:p>
        </w:tc>
      </w:tr>
      <w:tr w:rsidR="005E5304" w:rsidRPr="008619C4" w14:paraId="7839A71F" w14:textId="77777777" w:rsidTr="00923D7D">
        <w:tc>
          <w:tcPr>
            <w:tcW w:w="9639" w:type="dxa"/>
          </w:tcPr>
          <w:p w14:paraId="45982113" w14:textId="77777777" w:rsidR="005E5304" w:rsidRPr="008619C4" w:rsidRDefault="005E530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Definiowanie pozytywnej dyscypliny, granic, norm, zasad i hierarchii wartości w pracy z rodziną.</w:t>
            </w:r>
          </w:p>
        </w:tc>
      </w:tr>
      <w:tr w:rsidR="002970E5" w:rsidRPr="008619C4" w14:paraId="1CFF3DB4" w14:textId="77777777" w:rsidTr="00923D7D">
        <w:tc>
          <w:tcPr>
            <w:tcW w:w="9639" w:type="dxa"/>
          </w:tcPr>
          <w:p w14:paraId="56CD4C91" w14:textId="77777777" w:rsidR="002970E5" w:rsidRPr="008619C4" w:rsidRDefault="00F021D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Metodyczne postępowanie pedagoga </w:t>
            </w:r>
            <w:r w:rsidR="005E5304" w:rsidRPr="008619C4">
              <w:rPr>
                <w:rFonts w:ascii="Corbel" w:hAnsi="Corbel"/>
                <w:sz w:val="24"/>
                <w:szCs w:val="24"/>
              </w:rPr>
              <w:t xml:space="preserve">skoncentrowane na rozwiązaniach. </w:t>
            </w:r>
          </w:p>
        </w:tc>
      </w:tr>
    </w:tbl>
    <w:p w14:paraId="06EEF2DE" w14:textId="77777777" w:rsidR="0085747A" w:rsidRPr="008619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E7E546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D6AF7">
        <w:rPr>
          <w:rFonts w:ascii="Corbel" w:hAnsi="Corbel"/>
          <w:sz w:val="24"/>
          <w:szCs w:val="24"/>
        </w:rPr>
        <w:t>Problematyka ćwiczeń audytoryjnych</w:t>
      </w:r>
    </w:p>
    <w:p w14:paraId="365371DE" w14:textId="77777777" w:rsidR="000D6AF7" w:rsidRPr="000D6AF7" w:rsidRDefault="000D6AF7" w:rsidP="000D6AF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19C4" w14:paraId="6142CEBD" w14:textId="77777777" w:rsidTr="00923D7D">
        <w:tc>
          <w:tcPr>
            <w:tcW w:w="9639" w:type="dxa"/>
          </w:tcPr>
          <w:p w14:paraId="3A441768" w14:textId="77777777" w:rsidR="0085747A" w:rsidRPr="008619C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0D3C" w:rsidRPr="008619C4" w14:paraId="7B9EC6B2" w14:textId="77777777" w:rsidTr="00923D7D">
        <w:tc>
          <w:tcPr>
            <w:tcW w:w="9639" w:type="dxa"/>
          </w:tcPr>
          <w:p w14:paraId="5B022052" w14:textId="77777777" w:rsidR="00640D3C" w:rsidRPr="008619C4" w:rsidRDefault="00661887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Typologia  rodzin dysfunkcyjnych (rodzina nadopiekuńcza, uwikłana, władzy, chaotyczna) oraz znaczenie samooceny dziecka.</w:t>
            </w:r>
          </w:p>
        </w:tc>
      </w:tr>
      <w:tr w:rsidR="00640D3C" w:rsidRPr="008619C4" w14:paraId="5F4FF8E0" w14:textId="77777777" w:rsidTr="00923D7D">
        <w:tc>
          <w:tcPr>
            <w:tcW w:w="9639" w:type="dxa"/>
          </w:tcPr>
          <w:p w14:paraId="1539A3DC" w14:textId="77777777" w:rsidR="00640D3C" w:rsidRPr="008619C4" w:rsidRDefault="00661887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Role odgrywane</w:t>
            </w:r>
            <w:r w:rsidR="00640D3C" w:rsidRPr="008619C4">
              <w:rPr>
                <w:rFonts w:ascii="Corbel" w:hAnsi="Corbel"/>
                <w:sz w:val="24"/>
                <w:szCs w:val="24"/>
              </w:rPr>
              <w:t xml:space="preserve"> przez dziecko w rodzinie i w szkole. Strategie działania nauczyciela; bariery w relacjach nauczyciel-uczeń z rodziny dysfunkcyjnej; granice odpowiedzialności nauczyciela.</w:t>
            </w:r>
          </w:p>
        </w:tc>
      </w:tr>
      <w:tr w:rsidR="00640D3C" w:rsidRPr="008619C4" w14:paraId="4850B429" w14:textId="77777777" w:rsidTr="00923D7D">
        <w:tc>
          <w:tcPr>
            <w:tcW w:w="9639" w:type="dxa"/>
          </w:tcPr>
          <w:p w14:paraId="1A0B8DEE" w14:textId="77777777"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Prorodzinna opieka nad dzieckiem w Polsce, wsparcie rodziny, kwestie prawne. </w:t>
            </w:r>
          </w:p>
        </w:tc>
      </w:tr>
      <w:tr w:rsidR="00640D3C" w:rsidRPr="008619C4" w14:paraId="68DF90AB" w14:textId="77777777" w:rsidTr="00923D7D">
        <w:tc>
          <w:tcPr>
            <w:tcW w:w="9639" w:type="dxa"/>
          </w:tcPr>
          <w:p w14:paraId="5B1C546C" w14:textId="77777777"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 Pomoc społeczna udzielana rodzinie – realia pomocy społecznej w Polsce. Opracowanie funkcji poszczególnych instytucji wspierających dziecko i rodzinę. </w:t>
            </w:r>
          </w:p>
        </w:tc>
      </w:tr>
      <w:tr w:rsidR="00640D3C" w:rsidRPr="008619C4" w14:paraId="05E2328C" w14:textId="77777777" w:rsidTr="00923D7D">
        <w:tc>
          <w:tcPr>
            <w:tcW w:w="9639" w:type="dxa"/>
          </w:tcPr>
          <w:p w14:paraId="63BDDD5D" w14:textId="77777777"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Metodyczne postępowanie i plan oddziaływań wobec rodziny potrzebującej wsparcia i pomocy (formy i metody pracy w zakresie psychoedukacji, wsparcia, pomocy i interwencji).</w:t>
            </w:r>
          </w:p>
        </w:tc>
      </w:tr>
      <w:tr w:rsidR="00640D3C" w:rsidRPr="008619C4" w14:paraId="62A181EB" w14:textId="77777777" w:rsidTr="00923D7D">
        <w:tc>
          <w:tcPr>
            <w:tcW w:w="9639" w:type="dxa"/>
          </w:tcPr>
          <w:p w14:paraId="51B9DEB4" w14:textId="77777777"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Rodzina dysfunkcyjna - charakterystyka wybranych zjawisk</w:t>
            </w:r>
            <w:r>
              <w:rPr>
                <w:rFonts w:ascii="Corbel" w:hAnsi="Corbel"/>
                <w:sz w:val="24"/>
                <w:szCs w:val="24"/>
              </w:rPr>
              <w:t xml:space="preserve"> i problemów cywilizacyjnych</w:t>
            </w:r>
            <w:r w:rsidRPr="008619C4">
              <w:rPr>
                <w:rFonts w:ascii="Corbel" w:hAnsi="Corbel"/>
                <w:sz w:val="24"/>
                <w:szCs w:val="24"/>
              </w:rPr>
              <w:t>, mechanizmów i postępowania metodycznego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40D3C" w:rsidRPr="008619C4" w14:paraId="0F0A4685" w14:textId="77777777" w:rsidTr="00923D7D">
        <w:tc>
          <w:tcPr>
            <w:tcW w:w="9639" w:type="dxa"/>
          </w:tcPr>
          <w:p w14:paraId="69020F1A" w14:textId="77777777"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Zespoły interdyscyplinarne i zasady etyczne w pracy z rodziną dysfunkcyjną.</w:t>
            </w:r>
          </w:p>
        </w:tc>
      </w:tr>
    </w:tbl>
    <w:p w14:paraId="18400947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B09BAB" w14:textId="77777777" w:rsidR="0085747A" w:rsidRPr="008619C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>3.4 Metody dydaktyczne</w:t>
      </w:r>
      <w:r w:rsidRPr="008619C4">
        <w:rPr>
          <w:rFonts w:ascii="Corbel" w:hAnsi="Corbel"/>
          <w:b w:val="0"/>
          <w:smallCaps w:val="0"/>
          <w:szCs w:val="24"/>
        </w:rPr>
        <w:t xml:space="preserve"> </w:t>
      </w:r>
    </w:p>
    <w:p w14:paraId="7150D5C5" w14:textId="77777777" w:rsidR="00346388" w:rsidRPr="008619C4" w:rsidRDefault="00346388" w:rsidP="00346388">
      <w:pPr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>Wykład: wykład z prezentacją multimedialną, analiza przypadków, mini warsztaty; ćwiczenia: ćwiczenia projekcyjne, dyskusja, praca w grupach, rozwiązywanie zadań, ćwiczenia praktyczne, praca projektowa</w:t>
      </w:r>
    </w:p>
    <w:p w14:paraId="4525E113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86F24" w14:textId="77777777" w:rsidR="00E21E7D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8619C4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8619C4">
        <w:rPr>
          <w:rFonts w:ascii="Corbel" w:hAnsi="Corbel"/>
          <w:sz w:val="20"/>
          <w:szCs w:val="20"/>
        </w:rPr>
        <w:t>.:</w:t>
      </w:r>
      <w:r w:rsidR="00923D7D" w:rsidRPr="008619C4">
        <w:rPr>
          <w:rFonts w:ascii="Corbel" w:hAnsi="Corbel"/>
          <w:sz w:val="20"/>
          <w:szCs w:val="20"/>
        </w:rPr>
        <w:t xml:space="preserve"> </w:t>
      </w:r>
    </w:p>
    <w:p w14:paraId="650C9EBA" w14:textId="77777777" w:rsidR="00153C41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z w:val="20"/>
          <w:szCs w:val="20"/>
        </w:rPr>
        <w:t xml:space="preserve"> </w:t>
      </w:r>
      <w:r w:rsidRPr="008619C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8619C4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0323FEE" w14:textId="77777777" w:rsidR="00153C41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2CB58B1" w14:textId="77777777" w:rsidR="0085747A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1E163FDE" w14:textId="77777777" w:rsidR="0085747A" w:rsidRPr="008619C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 </w:t>
      </w:r>
      <w:r w:rsidR="0085747A" w:rsidRPr="008619C4">
        <w:rPr>
          <w:rFonts w:ascii="Corbel" w:hAnsi="Corbel"/>
          <w:smallCaps w:val="0"/>
          <w:szCs w:val="24"/>
        </w:rPr>
        <w:t>METODY I KRYTERIA OCENY</w:t>
      </w:r>
      <w:r w:rsidR="009F4610" w:rsidRPr="008619C4">
        <w:rPr>
          <w:rFonts w:ascii="Corbel" w:hAnsi="Corbel"/>
          <w:smallCaps w:val="0"/>
          <w:szCs w:val="24"/>
        </w:rPr>
        <w:t xml:space="preserve"> </w:t>
      </w:r>
    </w:p>
    <w:p w14:paraId="569CD8A7" w14:textId="77777777" w:rsidR="00923D7D" w:rsidRPr="008619C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305090" w14:textId="77777777" w:rsidR="0085747A" w:rsidRPr="008619C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19C4">
        <w:rPr>
          <w:rFonts w:ascii="Corbel" w:hAnsi="Corbel"/>
          <w:smallCaps w:val="0"/>
          <w:szCs w:val="24"/>
        </w:rPr>
        <w:t>uczenia się</w:t>
      </w:r>
    </w:p>
    <w:p w14:paraId="0A8F929C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A70768" w:rsidRPr="008619C4" w14:paraId="29B9F439" w14:textId="77777777" w:rsidTr="00D301D0">
        <w:tc>
          <w:tcPr>
            <w:tcW w:w="2410" w:type="dxa"/>
            <w:vAlign w:val="center"/>
          </w:tcPr>
          <w:p w14:paraId="40F82C89" w14:textId="77777777"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BD150A6" w14:textId="77777777"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780FB1B7" w14:textId="77777777"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(np.: kolokwium, egzamin ustny, egzamin </w:t>
            </w:r>
            <w:r w:rsidRPr="008619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D21A947" w14:textId="77777777"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5F67BC91" w14:textId="77777777"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8619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19C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B05BF" w:rsidRPr="008619C4" w14:paraId="7C26F882" w14:textId="77777777" w:rsidTr="00D301D0">
        <w:tc>
          <w:tcPr>
            <w:tcW w:w="2410" w:type="dxa"/>
          </w:tcPr>
          <w:p w14:paraId="5DDAF79C" w14:textId="77777777" w:rsidR="007B05BF" w:rsidRPr="008619C4" w:rsidRDefault="007B05BF" w:rsidP="007B05BF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lastRenderedPageBreak/>
              <w:t xml:space="preserve">EK_ 01 </w:t>
            </w:r>
          </w:p>
        </w:tc>
        <w:tc>
          <w:tcPr>
            <w:tcW w:w="5103" w:type="dxa"/>
          </w:tcPr>
          <w:p w14:paraId="345A11C3" w14:textId="43E84BE9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</w:tcPr>
          <w:p w14:paraId="7E682381" w14:textId="64C8D0A6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7B05BF" w:rsidRPr="008619C4" w14:paraId="07965671" w14:textId="77777777" w:rsidTr="00D301D0">
        <w:tc>
          <w:tcPr>
            <w:tcW w:w="2410" w:type="dxa"/>
          </w:tcPr>
          <w:p w14:paraId="7E187BC0" w14:textId="77777777" w:rsidR="007B05BF" w:rsidRPr="008619C4" w:rsidRDefault="007B05BF" w:rsidP="007B05BF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103" w:type="dxa"/>
          </w:tcPr>
          <w:p w14:paraId="0C505D94" w14:textId="2BD674DD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</w:tcPr>
          <w:p w14:paraId="0222AEBE" w14:textId="28F98CF0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B05BF" w:rsidRPr="008619C4" w14:paraId="693D5215" w14:textId="77777777" w:rsidTr="00D301D0">
        <w:tc>
          <w:tcPr>
            <w:tcW w:w="2410" w:type="dxa"/>
          </w:tcPr>
          <w:p w14:paraId="2D7ECEFF" w14:textId="77777777" w:rsidR="007B05BF" w:rsidRPr="008619C4" w:rsidRDefault="007B05BF" w:rsidP="007B05BF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74D7E1F8" w14:textId="3E4BD16D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</w:tcPr>
          <w:p w14:paraId="1904D3C8" w14:textId="13212500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B05BF" w:rsidRPr="008619C4" w14:paraId="004EF42A" w14:textId="77777777" w:rsidTr="00D301D0">
        <w:tc>
          <w:tcPr>
            <w:tcW w:w="2410" w:type="dxa"/>
          </w:tcPr>
          <w:p w14:paraId="7082D2D5" w14:textId="77777777" w:rsidR="007B05BF" w:rsidRPr="008619C4" w:rsidRDefault="007B05BF" w:rsidP="007B05BF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65DF2219" w14:textId="77777777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3C2C0880" w14:textId="77777777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7B05BF" w:rsidRPr="008619C4" w14:paraId="560C55B6" w14:textId="77777777" w:rsidTr="00D301D0">
        <w:tc>
          <w:tcPr>
            <w:tcW w:w="2410" w:type="dxa"/>
          </w:tcPr>
          <w:p w14:paraId="6FF9A4AE" w14:textId="77777777" w:rsidR="007B05BF" w:rsidRPr="008619C4" w:rsidRDefault="007B05BF" w:rsidP="007B05BF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572F949B" w14:textId="77777777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5764EE07" w14:textId="77777777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B05BF" w:rsidRPr="008619C4" w14:paraId="78EC48DD" w14:textId="77777777" w:rsidTr="00D301D0">
        <w:tc>
          <w:tcPr>
            <w:tcW w:w="2410" w:type="dxa"/>
          </w:tcPr>
          <w:p w14:paraId="324118C9" w14:textId="77777777" w:rsidR="007B05BF" w:rsidRPr="008619C4" w:rsidRDefault="007B05BF" w:rsidP="007B05BF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103" w:type="dxa"/>
          </w:tcPr>
          <w:p w14:paraId="06609F8E" w14:textId="77777777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43D5B778" w14:textId="77777777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B05BF" w:rsidRPr="008619C4" w14:paraId="6BD013F0" w14:textId="77777777" w:rsidTr="00D301D0">
        <w:tc>
          <w:tcPr>
            <w:tcW w:w="2410" w:type="dxa"/>
          </w:tcPr>
          <w:p w14:paraId="1BB4310F" w14:textId="77777777" w:rsidR="007B05BF" w:rsidRPr="008619C4" w:rsidRDefault="007B05BF" w:rsidP="007B05BF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103" w:type="dxa"/>
          </w:tcPr>
          <w:p w14:paraId="6ACAE024" w14:textId="188AF27A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</w:tcPr>
          <w:p w14:paraId="0405C12A" w14:textId="49E20AA8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2899DA6C" w14:textId="77777777" w:rsidR="00923D7D" w:rsidRPr="008619C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5D1B01" w14:textId="77777777" w:rsidR="0085747A" w:rsidRPr="008619C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4.2 </w:t>
      </w:r>
      <w:r w:rsidR="0085747A" w:rsidRPr="008619C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619C4">
        <w:rPr>
          <w:rFonts w:ascii="Corbel" w:hAnsi="Corbel"/>
          <w:smallCaps w:val="0"/>
          <w:szCs w:val="24"/>
        </w:rPr>
        <w:t xml:space="preserve"> </w:t>
      </w:r>
    </w:p>
    <w:p w14:paraId="5BE1D0ED" w14:textId="77777777" w:rsidR="00923D7D" w:rsidRPr="008619C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19C4" w14:paraId="0F2E1C49" w14:textId="77777777" w:rsidTr="00923D7D">
        <w:tc>
          <w:tcPr>
            <w:tcW w:w="9670" w:type="dxa"/>
          </w:tcPr>
          <w:p w14:paraId="0118EC98" w14:textId="77777777" w:rsidR="0085747A" w:rsidRPr="008619C4" w:rsidRDefault="003842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Obowiązkowa obecność na wykładach,</w:t>
            </w:r>
            <w:r w:rsidR="004D7584">
              <w:rPr>
                <w:rFonts w:ascii="Corbel" w:hAnsi="Corbel"/>
                <w:b w:val="0"/>
                <w:smallCaps w:val="0"/>
                <w:szCs w:val="24"/>
              </w:rPr>
              <w:t xml:space="preserve"> pozytywna </w:t>
            </w:r>
            <w:r w:rsidR="00661887"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4D7584">
              <w:rPr>
                <w:rFonts w:ascii="Corbel" w:hAnsi="Corbel"/>
                <w:b w:val="0"/>
                <w:smallCaps w:val="0"/>
                <w:szCs w:val="24"/>
              </w:rPr>
              <w:t xml:space="preserve"> z pracy projektowej.</w:t>
            </w:r>
          </w:p>
          <w:p w14:paraId="34392430" w14:textId="77777777"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6FFC923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43724" w14:textId="77777777" w:rsidR="009F4610" w:rsidRPr="008619C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 xml:space="preserve">5. </w:t>
      </w:r>
      <w:r w:rsidR="00C61DC5" w:rsidRPr="008619C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544634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619C4" w14:paraId="67A65684" w14:textId="77777777" w:rsidTr="003E1941">
        <w:tc>
          <w:tcPr>
            <w:tcW w:w="4962" w:type="dxa"/>
            <w:vAlign w:val="center"/>
          </w:tcPr>
          <w:p w14:paraId="791628D5" w14:textId="77777777" w:rsidR="0085747A" w:rsidRPr="008619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19C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19C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2295B74" w14:textId="77777777" w:rsidR="0085747A" w:rsidRPr="008619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19C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619C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619C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619C4" w14:paraId="53CA09CD" w14:textId="77777777" w:rsidTr="00923D7D">
        <w:tc>
          <w:tcPr>
            <w:tcW w:w="4962" w:type="dxa"/>
          </w:tcPr>
          <w:p w14:paraId="7351FCF0" w14:textId="602139DB" w:rsidR="0085747A" w:rsidRPr="008619C4" w:rsidRDefault="00C61DC5" w:rsidP="00020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G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8619C4">
              <w:t>z</w:t>
            </w:r>
            <w:r w:rsidR="009C1331" w:rsidRPr="008619C4">
              <w:t> </w:t>
            </w:r>
            <w:r w:rsidR="0045729E" w:rsidRPr="008619C4">
              <w:t>harmonogramu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19C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619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B616E1D" w14:textId="77777777" w:rsidR="0085747A" w:rsidRPr="008619C4" w:rsidRDefault="00564779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8619C4" w14:paraId="0A46A687" w14:textId="77777777" w:rsidTr="00923D7D">
        <w:tc>
          <w:tcPr>
            <w:tcW w:w="4962" w:type="dxa"/>
          </w:tcPr>
          <w:p w14:paraId="08E6F151" w14:textId="77777777" w:rsidR="00F6444A" w:rsidRDefault="00F6444A" w:rsidP="00AD1E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1EC45CDC" w14:textId="77777777" w:rsidR="00C61DC5" w:rsidRPr="008619C4" w:rsidRDefault="00F6444A" w:rsidP="00AD1E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="00C61DC5" w:rsidRPr="008619C4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14:paraId="6E2B32BE" w14:textId="77777777" w:rsidR="00C61DC5" w:rsidRPr="008619C4" w:rsidRDefault="009231ED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8619C4" w14:paraId="136CD153" w14:textId="77777777" w:rsidTr="00923D7D">
        <w:tc>
          <w:tcPr>
            <w:tcW w:w="4962" w:type="dxa"/>
          </w:tcPr>
          <w:p w14:paraId="536F3420" w14:textId="77777777" w:rsidR="00F6444A" w:rsidRDefault="00C61DC5" w:rsidP="003842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84214" w:rsidRPr="008619C4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6C2F9A78" w14:textId="77777777" w:rsidR="00F6444A" w:rsidRDefault="00F6444A" w:rsidP="003842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145FF">
              <w:rPr>
                <w:rFonts w:ascii="Corbel" w:hAnsi="Corbel"/>
                <w:sz w:val="24"/>
                <w:szCs w:val="24"/>
              </w:rPr>
              <w:t>przygotowanie do zajęć,</w:t>
            </w:r>
          </w:p>
          <w:p w14:paraId="7945EE8B" w14:textId="77777777" w:rsidR="00D145FF" w:rsidRDefault="00D145FF" w:rsidP="003842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  <w:p w14:paraId="0ADD3B91" w14:textId="77777777" w:rsidR="00C61DC5" w:rsidRPr="008619C4" w:rsidRDefault="00D145FF" w:rsidP="003842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384214" w:rsidRPr="008619C4">
              <w:rPr>
                <w:rFonts w:ascii="Corbel" w:hAnsi="Corbel"/>
                <w:sz w:val="24"/>
                <w:szCs w:val="24"/>
              </w:rPr>
              <w:t xml:space="preserve">napisanie pracy projektowej </w:t>
            </w:r>
          </w:p>
        </w:tc>
        <w:tc>
          <w:tcPr>
            <w:tcW w:w="4677" w:type="dxa"/>
          </w:tcPr>
          <w:p w14:paraId="6442E0E5" w14:textId="77777777" w:rsidR="00F6444A" w:rsidRDefault="00F6444A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4BAAC5F" w14:textId="77777777" w:rsidR="00F6444A" w:rsidRDefault="00F6444A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873AA07" w14:textId="77777777" w:rsidR="00F6444A" w:rsidRDefault="00A908CC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231ED">
              <w:rPr>
                <w:rFonts w:ascii="Corbel" w:hAnsi="Corbel"/>
                <w:sz w:val="24"/>
                <w:szCs w:val="24"/>
              </w:rPr>
              <w:t>0</w:t>
            </w:r>
          </w:p>
          <w:p w14:paraId="484EAF93" w14:textId="77777777" w:rsidR="00F6444A" w:rsidRDefault="00A908CC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231ED">
              <w:rPr>
                <w:rFonts w:ascii="Corbel" w:hAnsi="Corbel"/>
                <w:sz w:val="24"/>
                <w:szCs w:val="24"/>
              </w:rPr>
              <w:t>0</w:t>
            </w:r>
          </w:p>
          <w:p w14:paraId="0DB27CDD" w14:textId="77777777" w:rsidR="00C61DC5" w:rsidRPr="008619C4" w:rsidRDefault="00A908CC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5747A" w:rsidRPr="008619C4" w14:paraId="0CCAE6C1" w14:textId="77777777" w:rsidTr="00923D7D">
        <w:tc>
          <w:tcPr>
            <w:tcW w:w="4962" w:type="dxa"/>
          </w:tcPr>
          <w:p w14:paraId="50A728FB" w14:textId="77777777" w:rsidR="0085747A" w:rsidRPr="008619C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DBF821" w14:textId="77777777" w:rsidR="0085747A" w:rsidRPr="008619C4" w:rsidRDefault="00A908CC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8619C4" w14:paraId="507D86A6" w14:textId="77777777" w:rsidTr="00923D7D">
        <w:tc>
          <w:tcPr>
            <w:tcW w:w="4962" w:type="dxa"/>
          </w:tcPr>
          <w:p w14:paraId="5F0328A4" w14:textId="77777777" w:rsidR="0085747A" w:rsidRPr="008619C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3B1411" w14:textId="77777777" w:rsidR="0085747A" w:rsidRPr="008619C4" w:rsidRDefault="00A908CC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AA36A2A" w14:textId="77777777" w:rsidR="0085747A" w:rsidRPr="008619C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19C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19C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2CC19F" w14:textId="77777777" w:rsidR="003E1941" w:rsidRPr="008619C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0CCE0C" w14:textId="77777777" w:rsidR="0085747A" w:rsidRPr="008619C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6. </w:t>
      </w:r>
      <w:r w:rsidR="0085747A" w:rsidRPr="008619C4">
        <w:rPr>
          <w:rFonts w:ascii="Corbel" w:hAnsi="Corbel"/>
          <w:smallCaps w:val="0"/>
          <w:szCs w:val="24"/>
        </w:rPr>
        <w:t>PRAKTYKI ZAWO</w:t>
      </w:r>
      <w:r w:rsidR="009C1331" w:rsidRPr="008619C4">
        <w:rPr>
          <w:rFonts w:ascii="Corbel" w:hAnsi="Corbel"/>
          <w:smallCaps w:val="0"/>
          <w:szCs w:val="24"/>
        </w:rPr>
        <w:t>DOWE W RAMACH PRZEDMIOTU</w:t>
      </w:r>
    </w:p>
    <w:p w14:paraId="504981AB" w14:textId="77777777"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8619C4" w14:paraId="03705F67" w14:textId="77777777" w:rsidTr="00887AA3">
        <w:trPr>
          <w:trHeight w:val="397"/>
        </w:trPr>
        <w:tc>
          <w:tcPr>
            <w:tcW w:w="3544" w:type="dxa"/>
          </w:tcPr>
          <w:p w14:paraId="2F0058C2" w14:textId="77777777"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B59E9F0" w14:textId="77777777"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619C4" w14:paraId="7B536480" w14:textId="77777777" w:rsidTr="00887AA3">
        <w:trPr>
          <w:trHeight w:val="397"/>
        </w:trPr>
        <w:tc>
          <w:tcPr>
            <w:tcW w:w="3544" w:type="dxa"/>
          </w:tcPr>
          <w:p w14:paraId="0908A346" w14:textId="77777777"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B6C7864" w14:textId="77777777"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94369FA" w14:textId="77777777" w:rsidR="003E1941" w:rsidRPr="008619C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456FD1" w14:textId="77777777" w:rsidR="0085747A" w:rsidRPr="008619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7. </w:t>
      </w:r>
      <w:r w:rsidR="0085747A" w:rsidRPr="008619C4">
        <w:rPr>
          <w:rFonts w:ascii="Corbel" w:hAnsi="Corbel"/>
          <w:smallCaps w:val="0"/>
          <w:szCs w:val="24"/>
        </w:rPr>
        <w:t>LITERATURA</w:t>
      </w:r>
      <w:r w:rsidRPr="008619C4">
        <w:rPr>
          <w:rFonts w:ascii="Corbel" w:hAnsi="Corbel"/>
          <w:smallCaps w:val="0"/>
          <w:szCs w:val="24"/>
        </w:rPr>
        <w:t xml:space="preserve"> </w:t>
      </w:r>
    </w:p>
    <w:p w14:paraId="14DF7028" w14:textId="77777777"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D1E17" w:rsidRPr="008619C4" w14:paraId="7468FD16" w14:textId="77777777" w:rsidTr="00887AA3">
        <w:trPr>
          <w:trHeight w:val="397"/>
        </w:trPr>
        <w:tc>
          <w:tcPr>
            <w:tcW w:w="9072" w:type="dxa"/>
          </w:tcPr>
          <w:p w14:paraId="5ADE7018" w14:textId="77777777" w:rsidR="00AD1E17" w:rsidRDefault="00AD1E17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5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7F2016" w14:textId="77777777" w:rsidR="00661887" w:rsidRPr="004D7584" w:rsidRDefault="00661887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1FEBDE5" w14:textId="77777777" w:rsidR="00661887" w:rsidRPr="00B86B4C" w:rsidRDefault="00661887" w:rsidP="00661887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 w:cs="Arial"/>
              </w:rPr>
            </w:pPr>
            <w:r w:rsidRPr="00B86B4C">
              <w:rPr>
                <w:rFonts w:ascii="Corbel" w:hAnsi="Corbel" w:cs="Arial"/>
              </w:rPr>
              <w:t xml:space="preserve">Faber A., </w:t>
            </w:r>
            <w:proofErr w:type="spellStart"/>
            <w:r w:rsidRPr="00B86B4C">
              <w:rPr>
                <w:rFonts w:ascii="Corbel" w:hAnsi="Corbel" w:cs="Arial"/>
              </w:rPr>
              <w:t>Mazlish</w:t>
            </w:r>
            <w:proofErr w:type="spellEnd"/>
            <w:r w:rsidRPr="00B86B4C">
              <w:rPr>
                <w:rFonts w:ascii="Corbel" w:hAnsi="Corbel" w:cs="Arial"/>
              </w:rPr>
              <w:t xml:space="preserve"> E., </w:t>
            </w:r>
            <w:r w:rsidRPr="00B86B4C">
              <w:rPr>
                <w:rFonts w:ascii="Corbel" w:hAnsi="Corbel" w:cs="Arial"/>
                <w:i/>
              </w:rPr>
              <w:t>Jak mówić do nastolatków żeby nas słuchały, jak słuchać żeby z nami rozmawiały</w:t>
            </w:r>
            <w:r w:rsidRPr="00B86B4C">
              <w:rPr>
                <w:rFonts w:ascii="Corbel" w:hAnsi="Corbel" w:cs="Arial"/>
              </w:rPr>
              <w:t>, Poznań 2005.</w:t>
            </w:r>
          </w:p>
          <w:p w14:paraId="24C79BC3" w14:textId="77777777" w:rsidR="00661887" w:rsidRPr="00B86B4C" w:rsidRDefault="00661887" w:rsidP="00661887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B86B4C">
              <w:rPr>
                <w:rFonts w:ascii="Corbel" w:hAnsi="Corbel"/>
              </w:rPr>
              <w:t>Gumienny</w:t>
            </w:r>
            <w:r>
              <w:rPr>
                <w:rFonts w:ascii="Corbel" w:hAnsi="Corbel"/>
              </w:rPr>
              <w:t xml:space="preserve"> B.(red.)</w:t>
            </w:r>
            <w:r w:rsidRPr="00B86B4C">
              <w:rPr>
                <w:rFonts w:ascii="Corbel" w:hAnsi="Corbel"/>
                <w:i/>
              </w:rPr>
              <w:t xml:space="preserve"> W trosce o potrzeby dziecka. Pedagogiczne przesłania Barbary </w:t>
            </w:r>
            <w:proofErr w:type="spellStart"/>
            <w:r w:rsidRPr="00B86B4C">
              <w:rPr>
                <w:rFonts w:ascii="Corbel" w:hAnsi="Corbel"/>
                <w:i/>
              </w:rPr>
              <w:t>Czeredreckiej</w:t>
            </w:r>
            <w:proofErr w:type="spellEnd"/>
            <w:r w:rsidRPr="00B86B4C">
              <w:rPr>
                <w:rFonts w:ascii="Corbel" w:hAnsi="Corbel"/>
              </w:rPr>
              <w:t>, Rzeszów 2017</w:t>
            </w:r>
          </w:p>
          <w:p w14:paraId="18AF49B5" w14:textId="77777777" w:rsidR="00661887" w:rsidRPr="008619C4" w:rsidRDefault="00661887" w:rsidP="00661887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B86B4C">
              <w:rPr>
                <w:rFonts w:ascii="Corbel" w:hAnsi="Corbel"/>
              </w:rPr>
              <w:t>Gruca-</w:t>
            </w:r>
            <w:proofErr w:type="spellStart"/>
            <w:r w:rsidRPr="00B86B4C">
              <w:rPr>
                <w:rFonts w:ascii="Corbel" w:hAnsi="Corbel"/>
              </w:rPr>
              <w:t>Miąsik</w:t>
            </w:r>
            <w:proofErr w:type="spellEnd"/>
            <w:r w:rsidRPr="008619C4">
              <w:rPr>
                <w:rFonts w:ascii="Corbel" w:hAnsi="Corbel"/>
              </w:rPr>
              <w:t xml:space="preserve"> U. (red.) </w:t>
            </w:r>
            <w:r w:rsidRPr="004D7584">
              <w:rPr>
                <w:rFonts w:ascii="Corbel" w:hAnsi="Corbel"/>
                <w:i/>
              </w:rPr>
              <w:t>Rodzina - centrum świata</w:t>
            </w:r>
            <w:r w:rsidRPr="008619C4">
              <w:rPr>
                <w:rFonts w:ascii="Corbel" w:hAnsi="Corbel"/>
              </w:rPr>
              <w:t>, Wyd. UR, Rzeszów 2014</w:t>
            </w:r>
          </w:p>
          <w:p w14:paraId="17AB6246" w14:textId="77777777" w:rsidR="00661887" w:rsidRPr="008619C4" w:rsidRDefault="00661887" w:rsidP="00661887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Janicka I., </w:t>
            </w:r>
            <w:r w:rsidRPr="007D4587">
              <w:rPr>
                <w:rFonts w:ascii="Corbel" w:hAnsi="Corbel"/>
                <w:i/>
              </w:rPr>
              <w:t>Rodzice i dzieci w różnych systemach rodzinnych</w:t>
            </w:r>
            <w:r w:rsidRPr="008619C4">
              <w:rPr>
                <w:rFonts w:ascii="Corbel" w:hAnsi="Corbel"/>
                <w:i/>
              </w:rPr>
              <w:t>,</w:t>
            </w:r>
            <w:r w:rsidRPr="008619C4">
              <w:rPr>
                <w:rFonts w:ascii="Corbel" w:hAnsi="Corbel"/>
              </w:rPr>
              <w:t xml:space="preserve"> Kraków 2010</w:t>
            </w:r>
          </w:p>
          <w:p w14:paraId="24E5CFC7" w14:textId="77777777" w:rsidR="00661887" w:rsidRPr="008619C4" w:rsidRDefault="00661887" w:rsidP="00661887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I. – </w:t>
            </w:r>
            <w:r w:rsidRPr="004D7584">
              <w:rPr>
                <w:rFonts w:ascii="Corbel" w:hAnsi="Corbel"/>
                <w:i/>
                <w:sz w:val="24"/>
                <w:szCs w:val="24"/>
              </w:rPr>
              <w:t>Metodyka działania asystenta rodziny</w:t>
            </w:r>
            <w:r w:rsidRPr="008619C4">
              <w:rPr>
                <w:rFonts w:ascii="Corbel" w:hAnsi="Corbel"/>
                <w:sz w:val="24"/>
                <w:szCs w:val="24"/>
              </w:rPr>
              <w:t>, Katowice 2010</w:t>
            </w:r>
          </w:p>
          <w:p w14:paraId="1F60CF8D" w14:textId="77777777" w:rsidR="00661887" w:rsidRDefault="00661887" w:rsidP="00661887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  <w:bCs/>
              </w:rPr>
            </w:pPr>
            <w:r w:rsidRPr="008619C4">
              <w:rPr>
                <w:rFonts w:ascii="Corbel" w:hAnsi="Corbel"/>
                <w:bCs/>
              </w:rPr>
              <w:t xml:space="preserve">Mazur J., </w:t>
            </w:r>
            <w:r w:rsidRPr="008619C4">
              <w:rPr>
                <w:rFonts w:ascii="Corbel" w:hAnsi="Corbel"/>
                <w:bCs/>
                <w:i/>
              </w:rPr>
              <w:t>Przemoc w rodzinie</w:t>
            </w:r>
            <w:r w:rsidRPr="008619C4">
              <w:rPr>
                <w:rFonts w:ascii="Corbel" w:hAnsi="Corbel"/>
                <w:bCs/>
              </w:rPr>
              <w:t>, Warszawa, 2002</w:t>
            </w:r>
          </w:p>
          <w:p w14:paraId="600707EC" w14:textId="77777777" w:rsidR="00661887" w:rsidRPr="008619C4" w:rsidRDefault="00661887" w:rsidP="00661887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bCs/>
              </w:rPr>
              <w:t>Ryś M., Poczucie własnej wartości w relacjach interpersonalnych i odporność psychiczna u osób wzrastających w różnych systemach rodzinnych, Warszawa 2020</w:t>
            </w:r>
          </w:p>
          <w:p w14:paraId="08C7CF51" w14:textId="77777777" w:rsidR="00AD1E17" w:rsidRPr="00661887" w:rsidRDefault="00661887" w:rsidP="0066188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 xml:space="preserve">Seweryńska A. M. </w:t>
            </w:r>
            <w:r w:rsidRPr="00C1177E">
              <w:rPr>
                <w:rFonts w:ascii="Corbel" w:hAnsi="Corbel"/>
                <w:i/>
                <w:szCs w:val="24"/>
              </w:rPr>
              <w:t>Uczeń z rodziny dysfunkcyjnej. Przewodnik dla wychowawców i nauczycieli,</w:t>
            </w:r>
            <w:r w:rsidRPr="008619C4">
              <w:rPr>
                <w:rFonts w:ascii="Corbel" w:hAnsi="Corbel"/>
                <w:szCs w:val="24"/>
              </w:rPr>
              <w:t xml:space="preserve"> Warszawa 2004</w:t>
            </w:r>
          </w:p>
        </w:tc>
      </w:tr>
      <w:tr w:rsidR="00AD1E17" w:rsidRPr="008619C4" w14:paraId="0C0DB8DD" w14:textId="77777777" w:rsidTr="00887AA3">
        <w:trPr>
          <w:trHeight w:val="397"/>
        </w:trPr>
        <w:tc>
          <w:tcPr>
            <w:tcW w:w="9072" w:type="dxa"/>
          </w:tcPr>
          <w:p w14:paraId="7AC22AB4" w14:textId="77777777" w:rsidR="00AD1E17" w:rsidRDefault="00AD1E17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5ED2305" w14:textId="77777777" w:rsidR="004D7584" w:rsidRPr="008619C4" w:rsidRDefault="004D7584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14:paraId="75653262" w14:textId="77777777" w:rsidR="00661887" w:rsidRPr="008619C4" w:rsidRDefault="00661887" w:rsidP="00661887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Gawęcka M., </w:t>
            </w:r>
            <w:r w:rsidRPr="00C1177E">
              <w:rPr>
                <w:rFonts w:ascii="Corbel" w:hAnsi="Corbel"/>
                <w:i/>
              </w:rPr>
              <w:t>Poczucie osamotnienia dziecka w rodzinie własnej</w:t>
            </w:r>
            <w:r w:rsidRPr="008619C4">
              <w:rPr>
                <w:rFonts w:ascii="Corbel" w:hAnsi="Corbel"/>
                <w:i/>
              </w:rPr>
              <w:t>,</w:t>
            </w:r>
            <w:r w:rsidRPr="008619C4">
              <w:rPr>
                <w:rFonts w:ascii="Corbel" w:hAnsi="Corbel"/>
              </w:rPr>
              <w:t xml:space="preserve"> Toruń 2005</w:t>
            </w:r>
          </w:p>
          <w:p w14:paraId="464AC2F3" w14:textId="77777777" w:rsidR="00661887" w:rsidRPr="008619C4" w:rsidRDefault="00661887" w:rsidP="00661887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Geldard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K.,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Geldard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D.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 xml:space="preserve">Budowanie relacji w pracy z dziećmi, młodzieżą i rodzinami, </w:t>
            </w:r>
            <w:r w:rsidRPr="008619C4">
              <w:rPr>
                <w:rFonts w:ascii="Corbel" w:hAnsi="Corbel"/>
                <w:sz w:val="24"/>
                <w:szCs w:val="24"/>
              </w:rPr>
              <w:t>Warszawa 2009</w:t>
            </w:r>
          </w:p>
          <w:p w14:paraId="3D25CD1A" w14:textId="77777777" w:rsidR="00661887" w:rsidRPr="008619C4" w:rsidRDefault="00661887" w:rsidP="00661887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Goldenberg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H.,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Goldenberg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I.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Terapia rodzin</w:t>
            </w:r>
            <w:r w:rsidRPr="008619C4">
              <w:rPr>
                <w:rFonts w:ascii="Corbel" w:hAnsi="Corbel"/>
                <w:sz w:val="24"/>
                <w:szCs w:val="24"/>
              </w:rPr>
              <w:t>, Kraków 2006</w:t>
            </w:r>
          </w:p>
          <w:p w14:paraId="6E3A3CB4" w14:textId="77777777" w:rsidR="00661887" w:rsidRPr="008619C4" w:rsidRDefault="00661887" w:rsidP="00661887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>Gruca-</w:t>
            </w:r>
            <w:proofErr w:type="spellStart"/>
            <w:r w:rsidRPr="008619C4">
              <w:rPr>
                <w:rFonts w:ascii="Corbel" w:hAnsi="Corbel"/>
              </w:rPr>
              <w:t>Miąsik</w:t>
            </w:r>
            <w:proofErr w:type="spellEnd"/>
            <w:r w:rsidRPr="008619C4">
              <w:rPr>
                <w:rFonts w:ascii="Corbel" w:hAnsi="Corbel"/>
              </w:rPr>
              <w:t xml:space="preserve"> U. (red.) </w:t>
            </w:r>
            <w:proofErr w:type="spellStart"/>
            <w:r w:rsidRPr="00C1177E">
              <w:rPr>
                <w:rFonts w:ascii="Corbel" w:hAnsi="Corbel"/>
                <w:i/>
              </w:rPr>
              <w:t>Familiologia</w:t>
            </w:r>
            <w:proofErr w:type="spellEnd"/>
            <w:r w:rsidRPr="00C1177E">
              <w:rPr>
                <w:rFonts w:ascii="Corbel" w:hAnsi="Corbel"/>
                <w:i/>
              </w:rPr>
              <w:t xml:space="preserve"> XXI wyzwania i oczekiwania</w:t>
            </w:r>
            <w:r w:rsidRPr="008619C4">
              <w:rPr>
                <w:rFonts w:ascii="Corbel" w:hAnsi="Corbel"/>
              </w:rPr>
              <w:t>, Rzeszów 2014</w:t>
            </w:r>
          </w:p>
          <w:p w14:paraId="4B37B290" w14:textId="77777777" w:rsidR="00661887" w:rsidRPr="008619C4" w:rsidRDefault="00661887" w:rsidP="00661887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Jadczak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-Nowacka M.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Rodzice w szkole – kłopot czy pomoc ?,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Warszawa 2007</w:t>
            </w:r>
          </w:p>
          <w:p w14:paraId="32CA0AD1" w14:textId="77777777" w:rsidR="00AD1E17" w:rsidRPr="008619C4" w:rsidRDefault="00661887" w:rsidP="00661887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proofErr w:type="spellStart"/>
            <w:r w:rsidRPr="008619C4">
              <w:rPr>
                <w:rFonts w:ascii="Corbel" w:hAnsi="Corbel"/>
              </w:rPr>
              <w:t>Schaefer</w:t>
            </w:r>
            <w:proofErr w:type="spellEnd"/>
            <w:r w:rsidRPr="008619C4">
              <w:rPr>
                <w:rFonts w:ascii="Corbel" w:hAnsi="Corbel"/>
              </w:rPr>
              <w:t xml:space="preserve"> C. E.,  </w:t>
            </w:r>
            <w:proofErr w:type="spellStart"/>
            <w:r w:rsidRPr="008619C4">
              <w:rPr>
                <w:rFonts w:ascii="Corbel" w:hAnsi="Corbel"/>
              </w:rPr>
              <w:t>DiGeronimo</w:t>
            </w:r>
            <w:proofErr w:type="spellEnd"/>
            <w:r w:rsidRPr="008619C4">
              <w:rPr>
                <w:rFonts w:ascii="Corbel" w:hAnsi="Corbel"/>
              </w:rPr>
              <w:t xml:space="preserve"> T. F., </w:t>
            </w:r>
            <w:r w:rsidRPr="008619C4">
              <w:rPr>
                <w:rFonts w:ascii="Corbel" w:hAnsi="Corbel"/>
                <w:i/>
              </w:rPr>
              <w:t xml:space="preserve">Jak rozmawiać z dziećmi o bardzo ważnych sprawach, </w:t>
            </w:r>
            <w:r w:rsidRPr="008619C4">
              <w:rPr>
                <w:rFonts w:ascii="Corbel" w:hAnsi="Corbel"/>
              </w:rPr>
              <w:t>Poznań 2002.</w:t>
            </w:r>
          </w:p>
        </w:tc>
      </w:tr>
    </w:tbl>
    <w:p w14:paraId="0579ADF6" w14:textId="77777777"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136845" w14:textId="77777777" w:rsidR="0085747A" w:rsidRPr="008619C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19C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19C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87868" w14:textId="77777777" w:rsidR="00317EA0" w:rsidRDefault="00317EA0" w:rsidP="00C16ABF">
      <w:pPr>
        <w:spacing w:after="0" w:line="240" w:lineRule="auto"/>
      </w:pPr>
      <w:r>
        <w:separator/>
      </w:r>
    </w:p>
  </w:endnote>
  <w:endnote w:type="continuationSeparator" w:id="0">
    <w:p w14:paraId="61F5C181" w14:textId="77777777" w:rsidR="00317EA0" w:rsidRDefault="00317E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A8188D" w14:textId="77777777" w:rsidR="00317EA0" w:rsidRDefault="00317EA0" w:rsidP="00C16ABF">
      <w:pPr>
        <w:spacing w:after="0" w:line="240" w:lineRule="auto"/>
      </w:pPr>
      <w:r>
        <w:separator/>
      </w:r>
    </w:p>
  </w:footnote>
  <w:footnote w:type="continuationSeparator" w:id="0">
    <w:p w14:paraId="27AD68E8" w14:textId="77777777" w:rsidR="00317EA0" w:rsidRDefault="00317EA0" w:rsidP="00C16ABF">
      <w:pPr>
        <w:spacing w:after="0" w:line="240" w:lineRule="auto"/>
      </w:pPr>
      <w:r>
        <w:continuationSeparator/>
      </w:r>
    </w:p>
  </w:footnote>
  <w:footnote w:id="1">
    <w:p w14:paraId="3C5EC5C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004E"/>
    <w:rsid w:val="00021CA6"/>
    <w:rsid w:val="00022ECE"/>
    <w:rsid w:val="00030987"/>
    <w:rsid w:val="000351EB"/>
    <w:rsid w:val="00042A51"/>
    <w:rsid w:val="00042D2E"/>
    <w:rsid w:val="00044C82"/>
    <w:rsid w:val="00070ED6"/>
    <w:rsid w:val="000742DC"/>
    <w:rsid w:val="00081C42"/>
    <w:rsid w:val="00084C12"/>
    <w:rsid w:val="0009317C"/>
    <w:rsid w:val="0009462C"/>
    <w:rsid w:val="00094B12"/>
    <w:rsid w:val="00096C46"/>
    <w:rsid w:val="000A296F"/>
    <w:rsid w:val="000A2A28"/>
    <w:rsid w:val="000B192D"/>
    <w:rsid w:val="000B28EE"/>
    <w:rsid w:val="000B3E37"/>
    <w:rsid w:val="000B783E"/>
    <w:rsid w:val="000D04B0"/>
    <w:rsid w:val="000D14EF"/>
    <w:rsid w:val="000D6AF7"/>
    <w:rsid w:val="000F1C57"/>
    <w:rsid w:val="000F5615"/>
    <w:rsid w:val="0011048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17E"/>
    <w:rsid w:val="00166A03"/>
    <w:rsid w:val="001718A7"/>
    <w:rsid w:val="00171C13"/>
    <w:rsid w:val="001727AD"/>
    <w:rsid w:val="001737CF"/>
    <w:rsid w:val="00176083"/>
    <w:rsid w:val="001770C7"/>
    <w:rsid w:val="00192F37"/>
    <w:rsid w:val="001A3694"/>
    <w:rsid w:val="001A6AC6"/>
    <w:rsid w:val="001A70D2"/>
    <w:rsid w:val="001B4C0C"/>
    <w:rsid w:val="001D657B"/>
    <w:rsid w:val="001D7B54"/>
    <w:rsid w:val="001E0209"/>
    <w:rsid w:val="001E2619"/>
    <w:rsid w:val="001F2CA2"/>
    <w:rsid w:val="001F6D86"/>
    <w:rsid w:val="002144C0"/>
    <w:rsid w:val="0022477D"/>
    <w:rsid w:val="002278A9"/>
    <w:rsid w:val="002321D4"/>
    <w:rsid w:val="002336F9"/>
    <w:rsid w:val="0024028F"/>
    <w:rsid w:val="00244ABC"/>
    <w:rsid w:val="00246B91"/>
    <w:rsid w:val="00266B3B"/>
    <w:rsid w:val="00281FF2"/>
    <w:rsid w:val="002857DE"/>
    <w:rsid w:val="00291567"/>
    <w:rsid w:val="002970E5"/>
    <w:rsid w:val="002A22BF"/>
    <w:rsid w:val="002A2389"/>
    <w:rsid w:val="002A2B2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C94"/>
    <w:rsid w:val="003151C5"/>
    <w:rsid w:val="00317EA0"/>
    <w:rsid w:val="003343CF"/>
    <w:rsid w:val="00346388"/>
    <w:rsid w:val="00346FE9"/>
    <w:rsid w:val="0034759A"/>
    <w:rsid w:val="003503F6"/>
    <w:rsid w:val="003530DD"/>
    <w:rsid w:val="00363F78"/>
    <w:rsid w:val="0038421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080"/>
    <w:rsid w:val="00431D5C"/>
    <w:rsid w:val="004362C6"/>
    <w:rsid w:val="00437FA2"/>
    <w:rsid w:val="00445970"/>
    <w:rsid w:val="0045140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3E0"/>
    <w:rsid w:val="004A3EEA"/>
    <w:rsid w:val="004A4D1F"/>
    <w:rsid w:val="004B5F42"/>
    <w:rsid w:val="004D5282"/>
    <w:rsid w:val="004D7584"/>
    <w:rsid w:val="004F1551"/>
    <w:rsid w:val="004F55A3"/>
    <w:rsid w:val="00502DA0"/>
    <w:rsid w:val="0050496F"/>
    <w:rsid w:val="00513B6F"/>
    <w:rsid w:val="00517C63"/>
    <w:rsid w:val="00526C94"/>
    <w:rsid w:val="005363C4"/>
    <w:rsid w:val="00536BDE"/>
    <w:rsid w:val="00543367"/>
    <w:rsid w:val="00543ACC"/>
    <w:rsid w:val="00564779"/>
    <w:rsid w:val="0056485C"/>
    <w:rsid w:val="0056696D"/>
    <w:rsid w:val="00573EF9"/>
    <w:rsid w:val="00585659"/>
    <w:rsid w:val="0059484D"/>
    <w:rsid w:val="005A0855"/>
    <w:rsid w:val="005A0FEA"/>
    <w:rsid w:val="005A3196"/>
    <w:rsid w:val="005A5DC8"/>
    <w:rsid w:val="005C080F"/>
    <w:rsid w:val="005C55E5"/>
    <w:rsid w:val="005C696A"/>
    <w:rsid w:val="005D2D59"/>
    <w:rsid w:val="005E5304"/>
    <w:rsid w:val="005E6E85"/>
    <w:rsid w:val="005F31D2"/>
    <w:rsid w:val="0061029B"/>
    <w:rsid w:val="00615517"/>
    <w:rsid w:val="00617230"/>
    <w:rsid w:val="00621CE1"/>
    <w:rsid w:val="00624BE5"/>
    <w:rsid w:val="00627FC9"/>
    <w:rsid w:val="00640D3C"/>
    <w:rsid w:val="00645641"/>
    <w:rsid w:val="00647FA8"/>
    <w:rsid w:val="00650C5F"/>
    <w:rsid w:val="00654934"/>
    <w:rsid w:val="00661887"/>
    <w:rsid w:val="006620D9"/>
    <w:rsid w:val="00671958"/>
    <w:rsid w:val="0067437B"/>
    <w:rsid w:val="00675843"/>
    <w:rsid w:val="00696477"/>
    <w:rsid w:val="006D050F"/>
    <w:rsid w:val="006D6139"/>
    <w:rsid w:val="006E1366"/>
    <w:rsid w:val="006E5D65"/>
    <w:rsid w:val="006F1282"/>
    <w:rsid w:val="006F1FBC"/>
    <w:rsid w:val="006F31E2"/>
    <w:rsid w:val="00706544"/>
    <w:rsid w:val="007072BA"/>
    <w:rsid w:val="007103C2"/>
    <w:rsid w:val="0071620A"/>
    <w:rsid w:val="00724677"/>
    <w:rsid w:val="00725459"/>
    <w:rsid w:val="007327BD"/>
    <w:rsid w:val="00734608"/>
    <w:rsid w:val="00745302"/>
    <w:rsid w:val="007461D6"/>
    <w:rsid w:val="00746EC8"/>
    <w:rsid w:val="0075104B"/>
    <w:rsid w:val="00763BF1"/>
    <w:rsid w:val="00766FD4"/>
    <w:rsid w:val="0078168C"/>
    <w:rsid w:val="00787C2A"/>
    <w:rsid w:val="00790E27"/>
    <w:rsid w:val="007A4022"/>
    <w:rsid w:val="007A6E6E"/>
    <w:rsid w:val="007B05BF"/>
    <w:rsid w:val="007C3299"/>
    <w:rsid w:val="007C3BCC"/>
    <w:rsid w:val="007C4546"/>
    <w:rsid w:val="007D6E56"/>
    <w:rsid w:val="007F1652"/>
    <w:rsid w:val="007F4155"/>
    <w:rsid w:val="0081554D"/>
    <w:rsid w:val="0081707E"/>
    <w:rsid w:val="008211B9"/>
    <w:rsid w:val="008449B3"/>
    <w:rsid w:val="0085747A"/>
    <w:rsid w:val="008619C4"/>
    <w:rsid w:val="00876ED2"/>
    <w:rsid w:val="00884922"/>
    <w:rsid w:val="00885F64"/>
    <w:rsid w:val="00887AA3"/>
    <w:rsid w:val="008917F9"/>
    <w:rsid w:val="0089397F"/>
    <w:rsid w:val="008A45F7"/>
    <w:rsid w:val="008B505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91D"/>
    <w:rsid w:val="00916188"/>
    <w:rsid w:val="009231ED"/>
    <w:rsid w:val="00923D7D"/>
    <w:rsid w:val="009508DF"/>
    <w:rsid w:val="00950DAC"/>
    <w:rsid w:val="00954A07"/>
    <w:rsid w:val="00957B3F"/>
    <w:rsid w:val="00961D8B"/>
    <w:rsid w:val="00976AD7"/>
    <w:rsid w:val="0099422F"/>
    <w:rsid w:val="00997F14"/>
    <w:rsid w:val="009A4879"/>
    <w:rsid w:val="009A60D5"/>
    <w:rsid w:val="009A78D9"/>
    <w:rsid w:val="009B6EFB"/>
    <w:rsid w:val="009C1331"/>
    <w:rsid w:val="009C3E31"/>
    <w:rsid w:val="009C47EB"/>
    <w:rsid w:val="009C4B08"/>
    <w:rsid w:val="009C54AE"/>
    <w:rsid w:val="009C788E"/>
    <w:rsid w:val="009E3B41"/>
    <w:rsid w:val="009F3C5C"/>
    <w:rsid w:val="009F4610"/>
    <w:rsid w:val="009F596F"/>
    <w:rsid w:val="00A00ECC"/>
    <w:rsid w:val="00A155EE"/>
    <w:rsid w:val="00A16278"/>
    <w:rsid w:val="00A2245B"/>
    <w:rsid w:val="00A24C58"/>
    <w:rsid w:val="00A30110"/>
    <w:rsid w:val="00A36899"/>
    <w:rsid w:val="00A371F6"/>
    <w:rsid w:val="00A43BF6"/>
    <w:rsid w:val="00A53FA5"/>
    <w:rsid w:val="00A54817"/>
    <w:rsid w:val="00A601C8"/>
    <w:rsid w:val="00A60799"/>
    <w:rsid w:val="00A70768"/>
    <w:rsid w:val="00A741A1"/>
    <w:rsid w:val="00A84C85"/>
    <w:rsid w:val="00A908CC"/>
    <w:rsid w:val="00A96452"/>
    <w:rsid w:val="00A97DE1"/>
    <w:rsid w:val="00AB053C"/>
    <w:rsid w:val="00AD1146"/>
    <w:rsid w:val="00AD1E17"/>
    <w:rsid w:val="00AD27D3"/>
    <w:rsid w:val="00AD66D6"/>
    <w:rsid w:val="00AE1160"/>
    <w:rsid w:val="00AE203C"/>
    <w:rsid w:val="00AE2E74"/>
    <w:rsid w:val="00AE5FCB"/>
    <w:rsid w:val="00AF2C1E"/>
    <w:rsid w:val="00B06142"/>
    <w:rsid w:val="00B12A4B"/>
    <w:rsid w:val="00B135B1"/>
    <w:rsid w:val="00B3130B"/>
    <w:rsid w:val="00B40ADB"/>
    <w:rsid w:val="00B413AC"/>
    <w:rsid w:val="00B43B77"/>
    <w:rsid w:val="00B43E80"/>
    <w:rsid w:val="00B5743D"/>
    <w:rsid w:val="00B607DB"/>
    <w:rsid w:val="00B66529"/>
    <w:rsid w:val="00B75946"/>
    <w:rsid w:val="00B75C42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77E"/>
    <w:rsid w:val="00C131B5"/>
    <w:rsid w:val="00C16ABF"/>
    <w:rsid w:val="00C170AE"/>
    <w:rsid w:val="00C26CB7"/>
    <w:rsid w:val="00C324C1"/>
    <w:rsid w:val="00C36992"/>
    <w:rsid w:val="00C56036"/>
    <w:rsid w:val="00C60024"/>
    <w:rsid w:val="00C61DC5"/>
    <w:rsid w:val="00C6632A"/>
    <w:rsid w:val="00C67E92"/>
    <w:rsid w:val="00C70A26"/>
    <w:rsid w:val="00C766DF"/>
    <w:rsid w:val="00C94B98"/>
    <w:rsid w:val="00CA2B96"/>
    <w:rsid w:val="00CA5089"/>
    <w:rsid w:val="00CB42CB"/>
    <w:rsid w:val="00CB7C8D"/>
    <w:rsid w:val="00CD6897"/>
    <w:rsid w:val="00CE5BAC"/>
    <w:rsid w:val="00CF25BE"/>
    <w:rsid w:val="00CF78ED"/>
    <w:rsid w:val="00D02B25"/>
    <w:rsid w:val="00D02EBA"/>
    <w:rsid w:val="00D145FF"/>
    <w:rsid w:val="00D17C3C"/>
    <w:rsid w:val="00D26B2C"/>
    <w:rsid w:val="00D352C9"/>
    <w:rsid w:val="00D425B2"/>
    <w:rsid w:val="00D428D6"/>
    <w:rsid w:val="00D552B2"/>
    <w:rsid w:val="00D608D1"/>
    <w:rsid w:val="00D74119"/>
    <w:rsid w:val="00D7613D"/>
    <w:rsid w:val="00D8075B"/>
    <w:rsid w:val="00D8678B"/>
    <w:rsid w:val="00DA2114"/>
    <w:rsid w:val="00DE09C0"/>
    <w:rsid w:val="00DE4A14"/>
    <w:rsid w:val="00DF320D"/>
    <w:rsid w:val="00DF71C8"/>
    <w:rsid w:val="00E03AFC"/>
    <w:rsid w:val="00E1092B"/>
    <w:rsid w:val="00E129B8"/>
    <w:rsid w:val="00E174FE"/>
    <w:rsid w:val="00E21E7D"/>
    <w:rsid w:val="00E22FBC"/>
    <w:rsid w:val="00E24BF5"/>
    <w:rsid w:val="00E25338"/>
    <w:rsid w:val="00E301D9"/>
    <w:rsid w:val="00E37B0D"/>
    <w:rsid w:val="00E42B7D"/>
    <w:rsid w:val="00E51E44"/>
    <w:rsid w:val="00E63348"/>
    <w:rsid w:val="00E77E88"/>
    <w:rsid w:val="00E8107D"/>
    <w:rsid w:val="00E9501C"/>
    <w:rsid w:val="00E950B0"/>
    <w:rsid w:val="00E960BB"/>
    <w:rsid w:val="00EA2074"/>
    <w:rsid w:val="00EA3BD9"/>
    <w:rsid w:val="00EA4832"/>
    <w:rsid w:val="00EA4E9D"/>
    <w:rsid w:val="00EC4899"/>
    <w:rsid w:val="00ED03AB"/>
    <w:rsid w:val="00ED32D2"/>
    <w:rsid w:val="00EE32DE"/>
    <w:rsid w:val="00EE5457"/>
    <w:rsid w:val="00F021D4"/>
    <w:rsid w:val="00F070AB"/>
    <w:rsid w:val="00F0722C"/>
    <w:rsid w:val="00F1250F"/>
    <w:rsid w:val="00F17567"/>
    <w:rsid w:val="00F27A7B"/>
    <w:rsid w:val="00F526AF"/>
    <w:rsid w:val="00F617C3"/>
    <w:rsid w:val="00F6444A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28A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52368"/>
  <w15:docId w15:val="{CF23AE15-C0FF-443D-9D8E-54C3340CB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AD1E1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36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36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369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6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69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DB6A5-1957-413F-BD4D-BDADF87A9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5</Pages>
  <Words>1202</Words>
  <Characters>7212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2019-10-31T07:12:00Z</dcterms:created>
  <dcterms:modified xsi:type="dcterms:W3CDTF">2023-04-20T10:14:00Z</dcterms:modified>
</cp:coreProperties>
</file>